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C92E2" w14:textId="77777777" w:rsidR="00C40984" w:rsidRPr="00BB6975" w:rsidRDefault="00C40984" w:rsidP="00BB6975">
      <w:pPr>
        <w:spacing w:after="0" w:line="240" w:lineRule="auto"/>
        <w:rPr>
          <w:rFonts w:ascii="Times New Roman" w:hAnsi="Times New Roman" w:cs="Times New Roman"/>
          <w:sz w:val="24"/>
          <w:szCs w:val="24"/>
        </w:rPr>
      </w:pPr>
    </w:p>
    <w:p w14:paraId="592E1EC3" w14:textId="77777777" w:rsidR="00746CA8" w:rsidRPr="00BB6975" w:rsidRDefault="00746CA8" w:rsidP="00BB6975">
      <w:pPr>
        <w:spacing w:after="0" w:line="240" w:lineRule="auto"/>
        <w:rPr>
          <w:rFonts w:ascii="Times New Roman" w:hAnsi="Times New Roman" w:cs="Times New Roman"/>
          <w:sz w:val="24"/>
          <w:szCs w:val="24"/>
        </w:rPr>
      </w:pPr>
    </w:p>
    <w:p w14:paraId="1265B43D" w14:textId="77777777" w:rsidR="00220C9B" w:rsidRPr="00BB6975" w:rsidRDefault="00220C9B" w:rsidP="00BB6975">
      <w:pPr>
        <w:spacing w:after="0" w:line="240" w:lineRule="auto"/>
        <w:rPr>
          <w:rFonts w:ascii="Times New Roman" w:hAnsi="Times New Roman" w:cs="Times New Roman"/>
          <w:sz w:val="24"/>
          <w:szCs w:val="24"/>
        </w:rPr>
      </w:pPr>
    </w:p>
    <w:p w14:paraId="2D29362F" w14:textId="4D51742E" w:rsidR="002A3A5D" w:rsidRPr="00BB6975" w:rsidRDefault="007F6106" w:rsidP="00963734">
      <w:pPr>
        <w:spacing w:after="0" w:line="240" w:lineRule="auto"/>
        <w:rPr>
          <w:rFonts w:ascii="Times New Roman" w:hAnsi="Times New Roman" w:cs="Times New Roman"/>
          <w:sz w:val="24"/>
          <w:szCs w:val="24"/>
        </w:rPr>
      </w:pPr>
      <w:r w:rsidRPr="00BB6975">
        <w:rPr>
          <w:rFonts w:ascii="Times New Roman" w:hAnsi="Times New Roman" w:cs="Times New Roman"/>
          <w:sz w:val="24"/>
          <w:szCs w:val="24"/>
        </w:rPr>
        <w:t xml:space="preserve">Lp </w:t>
      </w:r>
      <w:r w:rsidR="00963734" w:rsidRPr="00963734">
        <w:rPr>
          <w:rFonts w:ascii="Times New Roman" w:hAnsi="Times New Roman" w:cs="Times New Roman"/>
          <w:sz w:val="24"/>
          <w:szCs w:val="24"/>
        </w:rPr>
        <w:t xml:space="preserve">Liisa-Ly Pakosta </w:t>
      </w:r>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Pr="00BB6975">
        <w:rPr>
          <w:rFonts w:ascii="Times New Roman" w:hAnsi="Times New Roman" w:cs="Times New Roman"/>
          <w:sz w:val="24"/>
          <w:szCs w:val="24"/>
        </w:rPr>
        <w:tab/>
      </w:r>
      <w:r w:rsidR="00B43963" w:rsidRPr="00BB6975">
        <w:rPr>
          <w:rFonts w:ascii="Times New Roman" w:hAnsi="Times New Roman" w:cs="Times New Roman"/>
          <w:sz w:val="24"/>
          <w:szCs w:val="24"/>
        </w:rPr>
        <w:t xml:space="preserve">Teie </w:t>
      </w:r>
      <w:r w:rsidR="005D263D">
        <w:rPr>
          <w:rFonts w:ascii="Times New Roman" w:hAnsi="Times New Roman" w:cs="Times New Roman"/>
          <w:sz w:val="24"/>
          <w:szCs w:val="24"/>
        </w:rPr>
        <w:t>09</w:t>
      </w:r>
      <w:r w:rsidR="00793C5C" w:rsidRPr="00BB6975">
        <w:rPr>
          <w:rFonts w:ascii="Times New Roman" w:hAnsi="Times New Roman" w:cs="Times New Roman"/>
          <w:sz w:val="24"/>
          <w:szCs w:val="24"/>
        </w:rPr>
        <w:t>.</w:t>
      </w:r>
      <w:r w:rsidR="001008AE">
        <w:rPr>
          <w:rFonts w:ascii="Times New Roman" w:hAnsi="Times New Roman" w:cs="Times New Roman"/>
          <w:sz w:val="24"/>
          <w:szCs w:val="24"/>
        </w:rPr>
        <w:t>1</w:t>
      </w:r>
      <w:r w:rsidR="005D263D">
        <w:rPr>
          <w:rFonts w:ascii="Times New Roman" w:hAnsi="Times New Roman" w:cs="Times New Roman"/>
          <w:sz w:val="24"/>
          <w:szCs w:val="24"/>
        </w:rPr>
        <w:t>2</w:t>
      </w:r>
      <w:r w:rsidR="00793C5C" w:rsidRPr="00BB6975">
        <w:rPr>
          <w:rFonts w:ascii="Times New Roman" w:hAnsi="Times New Roman" w:cs="Times New Roman"/>
          <w:sz w:val="24"/>
          <w:szCs w:val="24"/>
        </w:rPr>
        <w:t xml:space="preserve">.2025 </w:t>
      </w:r>
      <w:r w:rsidR="00913DBA" w:rsidRPr="00913DBA">
        <w:rPr>
          <w:rFonts w:ascii="Times New Roman" w:hAnsi="Times New Roman" w:cs="Times New Roman"/>
          <w:sz w:val="24"/>
          <w:szCs w:val="24"/>
        </w:rPr>
        <w:t xml:space="preserve">nr </w:t>
      </w:r>
      <w:r w:rsidR="00E003E0" w:rsidRPr="00E003E0">
        <w:rPr>
          <w:rFonts w:ascii="Times New Roman" w:hAnsi="Times New Roman" w:cs="Times New Roman"/>
          <w:sz w:val="24"/>
          <w:szCs w:val="24"/>
        </w:rPr>
        <w:t>8-3/9867-1</w:t>
      </w:r>
    </w:p>
    <w:p w14:paraId="2FDC2E0B" w14:textId="177FC6E2" w:rsidR="0061334E" w:rsidRDefault="005D263D" w:rsidP="00BB6975">
      <w:pPr>
        <w:spacing w:after="0" w:line="240" w:lineRule="auto"/>
        <w:jc w:val="both"/>
        <w:rPr>
          <w:rFonts w:ascii="Times New Roman" w:hAnsi="Times New Roman" w:cs="Times New Roman"/>
          <w:sz w:val="24"/>
          <w:szCs w:val="24"/>
        </w:rPr>
      </w:pPr>
      <w:r w:rsidRPr="00963734">
        <w:rPr>
          <w:rFonts w:ascii="Times New Roman" w:hAnsi="Times New Roman" w:cs="Times New Roman"/>
          <w:sz w:val="24"/>
          <w:szCs w:val="24"/>
        </w:rPr>
        <w:t>justiits- ja digiminister</w:t>
      </w:r>
    </w:p>
    <w:p w14:paraId="3F3866C7" w14:textId="0852B394" w:rsidR="00A27BC2" w:rsidRPr="00BB6975" w:rsidRDefault="0061334E" w:rsidP="00BB69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Justiits- ja Digiministeerium</w:t>
      </w:r>
      <w:r>
        <w:rPr>
          <w:rFonts w:ascii="Times New Roman" w:hAnsi="Times New Roman" w:cs="Times New Roman"/>
          <w:sz w:val="24"/>
          <w:szCs w:val="24"/>
        </w:rPr>
        <w:tab/>
      </w:r>
      <w:r w:rsidR="00F76B2A" w:rsidRPr="00BB6975">
        <w:rPr>
          <w:rFonts w:ascii="Times New Roman" w:hAnsi="Times New Roman" w:cs="Times New Roman"/>
          <w:sz w:val="24"/>
          <w:szCs w:val="24"/>
        </w:rPr>
        <w:t xml:space="preserve"> </w:t>
      </w:r>
      <w:r w:rsidR="00F76B2A" w:rsidRPr="00BB6975">
        <w:rPr>
          <w:rFonts w:ascii="Times New Roman" w:hAnsi="Times New Roman" w:cs="Times New Roman"/>
          <w:sz w:val="24"/>
          <w:szCs w:val="24"/>
        </w:rPr>
        <w:tab/>
      </w:r>
      <w:r w:rsidR="00F76B2A" w:rsidRPr="00BB6975">
        <w:rPr>
          <w:rFonts w:ascii="Times New Roman" w:hAnsi="Times New Roman" w:cs="Times New Roman"/>
          <w:sz w:val="24"/>
          <w:szCs w:val="24"/>
        </w:rPr>
        <w:tab/>
      </w:r>
      <w:r w:rsidR="00F76B2A" w:rsidRPr="00BB6975">
        <w:rPr>
          <w:rFonts w:ascii="Times New Roman" w:hAnsi="Times New Roman" w:cs="Times New Roman"/>
          <w:sz w:val="24"/>
          <w:szCs w:val="24"/>
        </w:rPr>
        <w:tab/>
      </w:r>
      <w:r w:rsidR="00F76B2A" w:rsidRPr="00BB6975">
        <w:rPr>
          <w:rFonts w:ascii="Times New Roman" w:hAnsi="Times New Roman" w:cs="Times New Roman"/>
          <w:sz w:val="24"/>
          <w:szCs w:val="24"/>
        </w:rPr>
        <w:tab/>
        <w:t xml:space="preserve">Meie </w:t>
      </w:r>
      <w:r w:rsidR="00E003E0">
        <w:rPr>
          <w:rFonts w:ascii="Times New Roman" w:hAnsi="Times New Roman" w:cs="Times New Roman"/>
          <w:sz w:val="24"/>
          <w:szCs w:val="24"/>
        </w:rPr>
        <w:t>06</w:t>
      </w:r>
      <w:r w:rsidR="00F76B2A" w:rsidRPr="00BB6975">
        <w:rPr>
          <w:rFonts w:ascii="Times New Roman" w:hAnsi="Times New Roman" w:cs="Times New Roman"/>
          <w:sz w:val="24"/>
          <w:szCs w:val="24"/>
        </w:rPr>
        <w:t>.</w:t>
      </w:r>
      <w:r w:rsidR="00E003E0">
        <w:rPr>
          <w:rFonts w:ascii="Times New Roman" w:hAnsi="Times New Roman" w:cs="Times New Roman"/>
          <w:sz w:val="24"/>
          <w:szCs w:val="24"/>
        </w:rPr>
        <w:t>01</w:t>
      </w:r>
      <w:r w:rsidR="00F76B2A" w:rsidRPr="00BB6975">
        <w:rPr>
          <w:rFonts w:ascii="Times New Roman" w:hAnsi="Times New Roman" w:cs="Times New Roman"/>
          <w:sz w:val="24"/>
          <w:szCs w:val="24"/>
        </w:rPr>
        <w:t>.202</w:t>
      </w:r>
      <w:r w:rsidR="00E003E0">
        <w:rPr>
          <w:rFonts w:ascii="Times New Roman" w:hAnsi="Times New Roman" w:cs="Times New Roman"/>
          <w:sz w:val="24"/>
          <w:szCs w:val="24"/>
        </w:rPr>
        <w:t>6</w:t>
      </w:r>
      <w:r w:rsidR="00F76B2A" w:rsidRPr="00BB6975">
        <w:rPr>
          <w:rFonts w:ascii="Times New Roman" w:hAnsi="Times New Roman" w:cs="Times New Roman"/>
          <w:sz w:val="24"/>
          <w:szCs w:val="24"/>
        </w:rPr>
        <w:t xml:space="preserve"> nr</w:t>
      </w:r>
      <w:r w:rsidR="000F6892" w:rsidRPr="00BB6975">
        <w:rPr>
          <w:rFonts w:ascii="Times New Roman" w:hAnsi="Times New Roman" w:cs="Times New Roman"/>
          <w:sz w:val="24"/>
          <w:szCs w:val="24"/>
        </w:rPr>
        <w:t xml:space="preserve"> </w:t>
      </w:r>
      <w:r w:rsidR="00FE0F1D" w:rsidRPr="00FE0F1D">
        <w:rPr>
          <w:rFonts w:ascii="Times New Roman" w:hAnsi="Times New Roman" w:cs="Times New Roman"/>
          <w:sz w:val="24"/>
          <w:szCs w:val="24"/>
        </w:rPr>
        <w:t>2-3/</w:t>
      </w:r>
      <w:r w:rsidR="00130968">
        <w:rPr>
          <w:rFonts w:ascii="Times New Roman" w:hAnsi="Times New Roman" w:cs="Times New Roman"/>
          <w:sz w:val="24"/>
          <w:szCs w:val="24"/>
        </w:rPr>
        <w:t>222</w:t>
      </w:r>
      <w:r w:rsidR="00FE0F1D" w:rsidRPr="00FE0F1D">
        <w:rPr>
          <w:rFonts w:ascii="Times New Roman" w:hAnsi="Times New Roman" w:cs="Times New Roman"/>
          <w:sz w:val="24"/>
          <w:szCs w:val="24"/>
        </w:rPr>
        <w:t>-</w:t>
      </w:r>
      <w:r w:rsidR="009E7BA0">
        <w:rPr>
          <w:rFonts w:ascii="Times New Roman" w:hAnsi="Times New Roman" w:cs="Times New Roman"/>
          <w:sz w:val="24"/>
          <w:szCs w:val="24"/>
        </w:rPr>
        <w:t>5</w:t>
      </w:r>
    </w:p>
    <w:p w14:paraId="79AC62BE" w14:textId="77777777" w:rsidR="006852B7" w:rsidRPr="00BB6975" w:rsidRDefault="006852B7" w:rsidP="00BB6975">
      <w:pPr>
        <w:spacing w:after="0" w:line="240" w:lineRule="auto"/>
        <w:jc w:val="both"/>
        <w:rPr>
          <w:rFonts w:ascii="Times New Roman" w:hAnsi="Times New Roman" w:cs="Times New Roman"/>
          <w:sz w:val="24"/>
          <w:szCs w:val="24"/>
        </w:rPr>
      </w:pPr>
    </w:p>
    <w:p w14:paraId="6EB9A63C" w14:textId="77777777" w:rsidR="00F2505F" w:rsidRPr="00BB6975" w:rsidRDefault="00F2505F" w:rsidP="00BB6975">
      <w:pPr>
        <w:spacing w:after="0" w:line="240" w:lineRule="auto"/>
        <w:jc w:val="both"/>
        <w:rPr>
          <w:rFonts w:ascii="Times New Roman" w:hAnsi="Times New Roman" w:cs="Times New Roman"/>
          <w:sz w:val="24"/>
          <w:szCs w:val="24"/>
        </w:rPr>
      </w:pPr>
    </w:p>
    <w:p w14:paraId="50EB897C" w14:textId="77777777" w:rsidR="00F2505F" w:rsidRPr="00BB6975" w:rsidRDefault="00F2505F" w:rsidP="00BB6975">
      <w:pPr>
        <w:spacing w:after="0" w:line="240" w:lineRule="auto"/>
        <w:jc w:val="both"/>
        <w:rPr>
          <w:rFonts w:ascii="Times New Roman" w:hAnsi="Times New Roman" w:cs="Times New Roman"/>
          <w:sz w:val="24"/>
          <w:szCs w:val="24"/>
        </w:rPr>
      </w:pPr>
    </w:p>
    <w:p w14:paraId="6638A3E1" w14:textId="77777777" w:rsidR="001F6E9F" w:rsidRPr="001F6E9F" w:rsidRDefault="001F6E9F" w:rsidP="001F6E9F">
      <w:pPr>
        <w:spacing w:after="0" w:line="240" w:lineRule="auto"/>
        <w:jc w:val="both"/>
        <w:rPr>
          <w:rFonts w:ascii="Times New Roman" w:hAnsi="Times New Roman" w:cs="Times New Roman"/>
          <w:b/>
          <w:bCs/>
          <w:sz w:val="24"/>
          <w:szCs w:val="24"/>
        </w:rPr>
      </w:pPr>
    </w:p>
    <w:p w14:paraId="03BE5832" w14:textId="77777777" w:rsidR="001F6E9F" w:rsidRDefault="001F6E9F" w:rsidP="001F6E9F">
      <w:pPr>
        <w:spacing w:after="0" w:line="240" w:lineRule="auto"/>
        <w:jc w:val="both"/>
        <w:rPr>
          <w:rFonts w:ascii="Times New Roman" w:hAnsi="Times New Roman" w:cs="Times New Roman"/>
          <w:b/>
          <w:bCs/>
          <w:sz w:val="24"/>
          <w:szCs w:val="24"/>
        </w:rPr>
      </w:pPr>
      <w:r w:rsidRPr="001F6E9F">
        <w:rPr>
          <w:rFonts w:ascii="Times New Roman" w:hAnsi="Times New Roman" w:cs="Times New Roman"/>
          <w:b/>
          <w:bCs/>
          <w:sz w:val="24"/>
          <w:szCs w:val="24"/>
        </w:rPr>
        <w:t xml:space="preserve">Avaliku teabe seaduse muutmise </w:t>
      </w:r>
    </w:p>
    <w:p w14:paraId="30BA4330" w14:textId="108970F0" w:rsidR="00481986" w:rsidRPr="00BB6975" w:rsidRDefault="001F6E9F" w:rsidP="001F6E9F">
      <w:pPr>
        <w:spacing w:after="0" w:line="240" w:lineRule="auto"/>
        <w:jc w:val="both"/>
        <w:rPr>
          <w:rFonts w:ascii="Times New Roman" w:hAnsi="Times New Roman" w:cs="Times New Roman"/>
          <w:sz w:val="24"/>
          <w:szCs w:val="24"/>
        </w:rPr>
      </w:pPr>
      <w:r w:rsidRPr="001F6E9F">
        <w:rPr>
          <w:rFonts w:ascii="Times New Roman" w:hAnsi="Times New Roman" w:cs="Times New Roman"/>
          <w:b/>
          <w:bCs/>
          <w:sz w:val="24"/>
          <w:szCs w:val="24"/>
        </w:rPr>
        <w:t>seaduse väljatöötamiskavatsus</w:t>
      </w:r>
    </w:p>
    <w:p w14:paraId="62B9026F" w14:textId="77777777" w:rsidR="00F2505F" w:rsidRPr="00BB6975" w:rsidRDefault="00F2505F" w:rsidP="00BB6975">
      <w:pPr>
        <w:spacing w:after="0" w:line="240" w:lineRule="auto"/>
        <w:jc w:val="both"/>
        <w:rPr>
          <w:rFonts w:ascii="Times New Roman" w:hAnsi="Times New Roman" w:cs="Times New Roman"/>
          <w:sz w:val="24"/>
          <w:szCs w:val="24"/>
        </w:rPr>
      </w:pPr>
    </w:p>
    <w:p w14:paraId="65A0FACA" w14:textId="592A1B6C" w:rsidR="00256099" w:rsidRDefault="009711B3" w:rsidP="00BB6975">
      <w:pPr>
        <w:spacing w:after="0" w:line="240" w:lineRule="auto"/>
        <w:jc w:val="both"/>
        <w:rPr>
          <w:rFonts w:ascii="Times New Roman" w:hAnsi="Times New Roman" w:cs="Times New Roman"/>
          <w:sz w:val="24"/>
          <w:szCs w:val="24"/>
        </w:rPr>
      </w:pPr>
      <w:r w:rsidRPr="710586CC">
        <w:rPr>
          <w:rFonts w:ascii="Times New Roman" w:hAnsi="Times New Roman" w:cs="Times New Roman"/>
          <w:sz w:val="24"/>
          <w:szCs w:val="24"/>
        </w:rPr>
        <w:t>Eelnõude infosüsteemis</w:t>
      </w:r>
      <w:r w:rsidR="00DE1CC0">
        <w:rPr>
          <w:rFonts w:ascii="Times New Roman" w:hAnsi="Times New Roman" w:cs="Times New Roman"/>
          <w:sz w:val="24"/>
          <w:szCs w:val="24"/>
        </w:rPr>
        <w:t xml:space="preserve"> (EIS)</w:t>
      </w:r>
      <w:r w:rsidRPr="710586CC">
        <w:rPr>
          <w:rFonts w:ascii="Times New Roman" w:hAnsi="Times New Roman" w:cs="Times New Roman"/>
          <w:sz w:val="24"/>
          <w:szCs w:val="24"/>
        </w:rPr>
        <w:t xml:space="preserve"> </w:t>
      </w:r>
      <w:r w:rsidR="00A234D0">
        <w:rPr>
          <w:rFonts w:ascii="Times New Roman" w:hAnsi="Times New Roman" w:cs="Times New Roman"/>
          <w:sz w:val="24"/>
          <w:szCs w:val="24"/>
        </w:rPr>
        <w:t xml:space="preserve">oli kooskõlastamisel </w:t>
      </w:r>
      <w:r w:rsidR="00787CD5" w:rsidRPr="710586CC">
        <w:rPr>
          <w:rFonts w:ascii="Times New Roman" w:hAnsi="Times New Roman" w:cs="Times New Roman"/>
          <w:sz w:val="24"/>
          <w:szCs w:val="24"/>
        </w:rPr>
        <w:t>Avaliku teabe seaduse muutmise seaduse väljatöötamiskavatsust</w:t>
      </w:r>
      <w:r w:rsidR="006E155B" w:rsidRPr="710586CC">
        <w:rPr>
          <w:rFonts w:ascii="Times New Roman" w:hAnsi="Times New Roman" w:cs="Times New Roman"/>
          <w:sz w:val="24"/>
          <w:szCs w:val="24"/>
        </w:rPr>
        <w:t xml:space="preserve"> (VTK)</w:t>
      </w:r>
      <w:r w:rsidR="00DE1CC0">
        <w:rPr>
          <w:rFonts w:ascii="Times New Roman" w:hAnsi="Times New Roman" w:cs="Times New Roman"/>
          <w:sz w:val="24"/>
          <w:szCs w:val="24"/>
        </w:rPr>
        <w:t xml:space="preserve">. </w:t>
      </w:r>
      <w:r w:rsidR="00330169">
        <w:rPr>
          <w:rFonts w:ascii="Times New Roman" w:hAnsi="Times New Roman" w:cs="Times New Roman"/>
          <w:sz w:val="24"/>
          <w:szCs w:val="24"/>
        </w:rPr>
        <w:t xml:space="preserve">Kuigi </w:t>
      </w:r>
      <w:r w:rsidR="00DE1CC0">
        <w:rPr>
          <w:rFonts w:ascii="Times New Roman" w:hAnsi="Times New Roman" w:cs="Times New Roman"/>
          <w:sz w:val="24"/>
          <w:szCs w:val="24"/>
        </w:rPr>
        <w:t>Eesti Linnade ja Valdade Liitu polnud EIS-is</w:t>
      </w:r>
      <w:r w:rsidR="00787CD5" w:rsidRPr="710586CC">
        <w:rPr>
          <w:rFonts w:ascii="Times New Roman" w:hAnsi="Times New Roman" w:cs="Times New Roman"/>
          <w:sz w:val="24"/>
          <w:szCs w:val="24"/>
        </w:rPr>
        <w:t xml:space="preserve"> </w:t>
      </w:r>
      <w:r w:rsidR="00DE1CC0">
        <w:rPr>
          <w:rFonts w:ascii="Times New Roman" w:hAnsi="Times New Roman" w:cs="Times New Roman"/>
          <w:sz w:val="24"/>
          <w:szCs w:val="24"/>
        </w:rPr>
        <w:t xml:space="preserve">kooskõlastajaks märgitud, </w:t>
      </w:r>
      <w:r w:rsidR="00C0572F" w:rsidRPr="710586CC">
        <w:rPr>
          <w:rFonts w:ascii="Times New Roman" w:hAnsi="Times New Roman" w:cs="Times New Roman"/>
          <w:sz w:val="24"/>
          <w:szCs w:val="24"/>
        </w:rPr>
        <w:t xml:space="preserve">esitame </w:t>
      </w:r>
      <w:r w:rsidR="00881007">
        <w:rPr>
          <w:rFonts w:ascii="Times New Roman" w:hAnsi="Times New Roman" w:cs="Times New Roman"/>
          <w:sz w:val="24"/>
          <w:szCs w:val="24"/>
        </w:rPr>
        <w:t xml:space="preserve">VTK kohta </w:t>
      </w:r>
      <w:r w:rsidR="00C0572F" w:rsidRPr="710586CC">
        <w:rPr>
          <w:rFonts w:ascii="Times New Roman" w:hAnsi="Times New Roman" w:cs="Times New Roman"/>
          <w:sz w:val="24"/>
          <w:szCs w:val="24"/>
        </w:rPr>
        <w:t xml:space="preserve">allolevad </w:t>
      </w:r>
      <w:r w:rsidR="002A465D">
        <w:rPr>
          <w:rFonts w:ascii="Times New Roman" w:hAnsi="Times New Roman" w:cs="Times New Roman"/>
          <w:sz w:val="24"/>
          <w:szCs w:val="24"/>
        </w:rPr>
        <w:t>ettepanekud</w:t>
      </w:r>
      <w:r w:rsidR="00C0572F" w:rsidRPr="710586CC">
        <w:rPr>
          <w:rFonts w:ascii="Times New Roman" w:hAnsi="Times New Roman" w:cs="Times New Roman"/>
          <w:sz w:val="24"/>
          <w:szCs w:val="24"/>
        </w:rPr>
        <w:t xml:space="preserve">. </w:t>
      </w:r>
    </w:p>
    <w:p w14:paraId="2CF454CC" w14:textId="6A58E232" w:rsidR="710586CC" w:rsidRDefault="710586CC" w:rsidP="710586CC">
      <w:pPr>
        <w:spacing w:after="0" w:line="240" w:lineRule="auto"/>
        <w:jc w:val="both"/>
        <w:rPr>
          <w:rFonts w:ascii="Times New Roman" w:hAnsi="Times New Roman" w:cs="Times New Roman"/>
          <w:sz w:val="24"/>
          <w:szCs w:val="24"/>
        </w:rPr>
      </w:pPr>
    </w:p>
    <w:p w14:paraId="37BC6BCE" w14:textId="1B62CB2E" w:rsidR="00787CD5" w:rsidRDefault="007A6069" w:rsidP="00BB69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Peame vajalikuks märkida, </w:t>
      </w:r>
      <w:r w:rsidR="001F552F">
        <w:rPr>
          <w:rFonts w:ascii="Times New Roman" w:hAnsi="Times New Roman" w:cs="Times New Roman"/>
          <w:sz w:val="24"/>
          <w:szCs w:val="24"/>
        </w:rPr>
        <w:t xml:space="preserve">et </w:t>
      </w:r>
      <w:r w:rsidR="00C70D50">
        <w:rPr>
          <w:rFonts w:ascii="Times New Roman" w:hAnsi="Times New Roman" w:cs="Times New Roman"/>
          <w:sz w:val="24"/>
          <w:szCs w:val="24"/>
        </w:rPr>
        <w:t xml:space="preserve">eelnõu, </w:t>
      </w:r>
      <w:r w:rsidR="00E8109B" w:rsidRPr="00E8109B">
        <w:rPr>
          <w:rFonts w:ascii="Times New Roman" w:hAnsi="Times New Roman" w:cs="Times New Roman"/>
          <w:sz w:val="24"/>
          <w:szCs w:val="24"/>
        </w:rPr>
        <w:t xml:space="preserve">mis puudutab kohaliku omavalitsuse </w:t>
      </w:r>
      <w:r w:rsidR="00CE70A4">
        <w:rPr>
          <w:rFonts w:ascii="Times New Roman" w:hAnsi="Times New Roman" w:cs="Times New Roman"/>
          <w:sz w:val="24"/>
          <w:szCs w:val="24"/>
        </w:rPr>
        <w:t xml:space="preserve">(KOV) </w:t>
      </w:r>
      <w:r w:rsidR="00E8109B" w:rsidRPr="00E8109B">
        <w:rPr>
          <w:rFonts w:ascii="Times New Roman" w:hAnsi="Times New Roman" w:cs="Times New Roman"/>
          <w:sz w:val="24"/>
          <w:szCs w:val="24"/>
        </w:rPr>
        <w:t xml:space="preserve">üksuse õigusi, kohustusi ja ülesandeid või kohaliku elu korraldust, </w:t>
      </w:r>
      <w:r w:rsidR="006C61E7">
        <w:rPr>
          <w:rFonts w:ascii="Times New Roman" w:hAnsi="Times New Roman" w:cs="Times New Roman"/>
          <w:sz w:val="24"/>
          <w:szCs w:val="24"/>
        </w:rPr>
        <w:t xml:space="preserve">tuleb </w:t>
      </w:r>
      <w:r w:rsidR="00E8109B" w:rsidRPr="00E8109B">
        <w:rPr>
          <w:rFonts w:ascii="Times New Roman" w:hAnsi="Times New Roman" w:cs="Times New Roman"/>
          <w:sz w:val="24"/>
          <w:szCs w:val="24"/>
        </w:rPr>
        <w:t>kooskõlasta</w:t>
      </w:r>
      <w:r w:rsidR="00E8109B">
        <w:rPr>
          <w:rFonts w:ascii="Times New Roman" w:hAnsi="Times New Roman" w:cs="Times New Roman"/>
          <w:sz w:val="24"/>
          <w:szCs w:val="24"/>
        </w:rPr>
        <w:t>da</w:t>
      </w:r>
      <w:r w:rsidR="00E8109B" w:rsidRPr="00E8109B">
        <w:rPr>
          <w:rFonts w:ascii="Times New Roman" w:hAnsi="Times New Roman" w:cs="Times New Roman"/>
          <w:sz w:val="24"/>
          <w:szCs w:val="24"/>
        </w:rPr>
        <w:t xml:space="preserve"> üleriigilise kohaliku omavalitsuse üksuste liiduga.</w:t>
      </w:r>
    </w:p>
    <w:p w14:paraId="2792D8B0" w14:textId="77777777" w:rsidR="00787CD5" w:rsidRDefault="00787CD5" w:rsidP="00BB6975">
      <w:pPr>
        <w:spacing w:after="0" w:line="240" w:lineRule="auto"/>
        <w:jc w:val="both"/>
        <w:rPr>
          <w:rFonts w:ascii="Times New Roman" w:hAnsi="Times New Roman" w:cs="Times New Roman"/>
          <w:sz w:val="24"/>
          <w:szCs w:val="24"/>
        </w:rPr>
      </w:pPr>
    </w:p>
    <w:p w14:paraId="3B0408E7" w14:textId="5797BA15" w:rsidR="004A1732" w:rsidRDefault="006C06D7" w:rsidP="009E5FCB">
      <w:pPr>
        <w:spacing w:after="0" w:line="240" w:lineRule="auto"/>
        <w:jc w:val="both"/>
        <w:rPr>
          <w:rFonts w:ascii="Times New Roman" w:hAnsi="Times New Roman" w:cs="Times New Roman"/>
          <w:sz w:val="24"/>
          <w:szCs w:val="24"/>
        </w:rPr>
      </w:pPr>
      <w:r w:rsidRPr="006C06D7">
        <w:rPr>
          <w:rFonts w:ascii="Times New Roman" w:hAnsi="Times New Roman" w:cs="Times New Roman"/>
          <w:b/>
          <w:bCs/>
          <w:sz w:val="24"/>
          <w:szCs w:val="24"/>
        </w:rPr>
        <w:t xml:space="preserve">1. </w:t>
      </w:r>
      <w:r w:rsidR="00D16742" w:rsidRPr="00D16742">
        <w:rPr>
          <w:rFonts w:ascii="Times New Roman" w:hAnsi="Times New Roman" w:cs="Times New Roman"/>
          <w:sz w:val="24"/>
          <w:szCs w:val="24"/>
        </w:rPr>
        <w:t>R</w:t>
      </w:r>
      <w:r w:rsidR="00340830">
        <w:rPr>
          <w:rFonts w:ascii="Times New Roman" w:hAnsi="Times New Roman" w:cs="Times New Roman"/>
          <w:sz w:val="24"/>
          <w:szCs w:val="24"/>
        </w:rPr>
        <w:t xml:space="preserve">õhutame, et KOVide </w:t>
      </w:r>
      <w:r w:rsidR="00DB40E7">
        <w:rPr>
          <w:rFonts w:ascii="Times New Roman" w:hAnsi="Times New Roman" w:cs="Times New Roman"/>
          <w:sz w:val="24"/>
          <w:szCs w:val="24"/>
        </w:rPr>
        <w:t xml:space="preserve">kui andmekogude vastutavate töötlejate </w:t>
      </w:r>
      <w:r w:rsidR="006E155B" w:rsidRPr="006E155B">
        <w:rPr>
          <w:rFonts w:ascii="Times New Roman" w:hAnsi="Times New Roman" w:cs="Times New Roman"/>
          <w:sz w:val="24"/>
          <w:szCs w:val="24"/>
        </w:rPr>
        <w:t xml:space="preserve">võimekus andmejälgija kasutuselevõtuks võib võrreldes </w:t>
      </w:r>
      <w:r w:rsidR="00781B79">
        <w:rPr>
          <w:rFonts w:ascii="Times New Roman" w:hAnsi="Times New Roman" w:cs="Times New Roman"/>
          <w:sz w:val="24"/>
          <w:szCs w:val="24"/>
        </w:rPr>
        <w:t>muu avaliku sektori asutustega</w:t>
      </w:r>
      <w:r w:rsidR="006E155B" w:rsidRPr="006E155B">
        <w:rPr>
          <w:rFonts w:ascii="Times New Roman" w:hAnsi="Times New Roman" w:cs="Times New Roman"/>
          <w:sz w:val="24"/>
          <w:szCs w:val="24"/>
        </w:rPr>
        <w:t xml:space="preserve"> </w:t>
      </w:r>
      <w:r w:rsidR="007569F5">
        <w:rPr>
          <w:rFonts w:ascii="Times New Roman" w:hAnsi="Times New Roman" w:cs="Times New Roman"/>
          <w:sz w:val="24"/>
          <w:szCs w:val="24"/>
        </w:rPr>
        <w:t xml:space="preserve">oluliselt </w:t>
      </w:r>
      <w:r w:rsidR="006E155B" w:rsidRPr="006E155B">
        <w:rPr>
          <w:rFonts w:ascii="Times New Roman" w:hAnsi="Times New Roman" w:cs="Times New Roman"/>
          <w:sz w:val="24"/>
          <w:szCs w:val="24"/>
        </w:rPr>
        <w:t xml:space="preserve">erineda. Tegemist on </w:t>
      </w:r>
      <w:r w:rsidR="007569F5">
        <w:rPr>
          <w:rFonts w:ascii="Times New Roman" w:hAnsi="Times New Roman" w:cs="Times New Roman"/>
          <w:sz w:val="24"/>
          <w:szCs w:val="24"/>
        </w:rPr>
        <w:t xml:space="preserve">KOVidele </w:t>
      </w:r>
      <w:r w:rsidR="00594A99">
        <w:rPr>
          <w:rFonts w:ascii="Times New Roman" w:hAnsi="Times New Roman" w:cs="Times New Roman"/>
          <w:sz w:val="24"/>
          <w:szCs w:val="24"/>
        </w:rPr>
        <w:t xml:space="preserve">olulise </w:t>
      </w:r>
      <w:r w:rsidR="006E155B" w:rsidRPr="006E155B">
        <w:rPr>
          <w:rFonts w:ascii="Times New Roman" w:hAnsi="Times New Roman" w:cs="Times New Roman"/>
          <w:sz w:val="24"/>
          <w:szCs w:val="24"/>
        </w:rPr>
        <w:t xml:space="preserve">küsimusega </w:t>
      </w:r>
      <w:r w:rsidR="00DF5E61">
        <w:rPr>
          <w:rFonts w:ascii="Times New Roman" w:hAnsi="Times New Roman" w:cs="Times New Roman"/>
          <w:sz w:val="24"/>
          <w:szCs w:val="24"/>
        </w:rPr>
        <w:t>ning p</w:t>
      </w:r>
      <w:r w:rsidR="006E155B" w:rsidRPr="006E155B">
        <w:rPr>
          <w:rFonts w:ascii="Times New Roman" w:hAnsi="Times New Roman" w:cs="Times New Roman"/>
          <w:sz w:val="24"/>
          <w:szCs w:val="24"/>
        </w:rPr>
        <w:t xml:space="preserve">alume seda </w:t>
      </w:r>
      <w:r w:rsidR="00256099">
        <w:rPr>
          <w:rFonts w:ascii="Times New Roman" w:hAnsi="Times New Roman" w:cs="Times New Roman"/>
          <w:sz w:val="24"/>
          <w:szCs w:val="24"/>
        </w:rPr>
        <w:t>VTK-s</w:t>
      </w:r>
      <w:r w:rsidR="006E155B" w:rsidRPr="006E155B">
        <w:rPr>
          <w:rFonts w:ascii="Times New Roman" w:hAnsi="Times New Roman" w:cs="Times New Roman"/>
          <w:sz w:val="24"/>
          <w:szCs w:val="24"/>
        </w:rPr>
        <w:t xml:space="preserve"> </w:t>
      </w:r>
      <w:r w:rsidR="00DB40E7">
        <w:rPr>
          <w:rFonts w:ascii="Times New Roman" w:hAnsi="Times New Roman" w:cs="Times New Roman"/>
          <w:sz w:val="24"/>
          <w:szCs w:val="24"/>
        </w:rPr>
        <w:t xml:space="preserve">ka rõhutada. </w:t>
      </w:r>
    </w:p>
    <w:p w14:paraId="7EDF50E3" w14:textId="77777777" w:rsidR="006E155B" w:rsidRDefault="006E155B" w:rsidP="009E5FCB">
      <w:pPr>
        <w:spacing w:after="0" w:line="240" w:lineRule="auto"/>
        <w:jc w:val="both"/>
        <w:rPr>
          <w:rFonts w:ascii="Times New Roman" w:hAnsi="Times New Roman" w:cs="Times New Roman"/>
          <w:sz w:val="24"/>
          <w:szCs w:val="24"/>
        </w:rPr>
      </w:pPr>
    </w:p>
    <w:p w14:paraId="3B821BAA" w14:textId="35FB274F" w:rsidR="009E5FCB" w:rsidRPr="009E5FCB" w:rsidRDefault="00E755BD" w:rsidP="009E5FCB">
      <w:pPr>
        <w:spacing w:after="0" w:line="240" w:lineRule="auto"/>
        <w:jc w:val="both"/>
        <w:rPr>
          <w:rFonts w:ascii="Times New Roman" w:hAnsi="Times New Roman" w:cs="Times New Roman"/>
          <w:sz w:val="24"/>
          <w:szCs w:val="24"/>
        </w:rPr>
      </w:pPr>
      <w:r w:rsidRPr="710586CC">
        <w:rPr>
          <w:rFonts w:ascii="Times New Roman" w:hAnsi="Times New Roman" w:cs="Times New Roman"/>
          <w:b/>
          <w:bCs/>
          <w:sz w:val="24"/>
          <w:szCs w:val="24"/>
        </w:rPr>
        <w:t xml:space="preserve">2. </w:t>
      </w:r>
      <w:r w:rsidR="006E155B" w:rsidRPr="710586CC">
        <w:rPr>
          <w:rFonts w:ascii="Times New Roman" w:hAnsi="Times New Roman" w:cs="Times New Roman"/>
          <w:sz w:val="24"/>
          <w:szCs w:val="24"/>
        </w:rPr>
        <w:t xml:space="preserve">Juhime </w:t>
      </w:r>
      <w:r w:rsidR="009E5FCB" w:rsidRPr="710586CC">
        <w:rPr>
          <w:rFonts w:ascii="Times New Roman" w:hAnsi="Times New Roman" w:cs="Times New Roman"/>
          <w:sz w:val="24"/>
          <w:szCs w:val="24"/>
        </w:rPr>
        <w:t>tähelepanu põhimõttelisele küsimusele</w:t>
      </w:r>
      <w:r w:rsidR="62CEA164" w:rsidRPr="710586CC">
        <w:rPr>
          <w:rFonts w:ascii="Times New Roman" w:hAnsi="Times New Roman" w:cs="Times New Roman"/>
          <w:sz w:val="24"/>
          <w:szCs w:val="24"/>
        </w:rPr>
        <w:t xml:space="preserve"> </w:t>
      </w:r>
      <w:r w:rsidR="705C66ED" w:rsidRPr="710586CC">
        <w:rPr>
          <w:rFonts w:ascii="Times New Roman" w:hAnsi="Times New Roman" w:cs="Times New Roman"/>
          <w:sz w:val="24"/>
          <w:szCs w:val="24"/>
        </w:rPr>
        <w:t xml:space="preserve">- </w:t>
      </w:r>
      <w:r w:rsidR="62CEA164" w:rsidRPr="710586CC">
        <w:rPr>
          <w:rFonts w:ascii="Times New Roman" w:hAnsi="Times New Roman" w:cs="Times New Roman"/>
          <w:sz w:val="24"/>
          <w:szCs w:val="24"/>
        </w:rPr>
        <w:t>KOVide andmekogude õigusliku aluse puudumine</w:t>
      </w:r>
      <w:r w:rsidR="7EB7C22B" w:rsidRPr="710586CC">
        <w:rPr>
          <w:rFonts w:ascii="Times New Roman" w:hAnsi="Times New Roman" w:cs="Times New Roman"/>
          <w:sz w:val="24"/>
          <w:szCs w:val="24"/>
        </w:rPr>
        <w:t xml:space="preserve"> - </w:t>
      </w:r>
      <w:r w:rsidR="009E5FCB" w:rsidRPr="710586CC">
        <w:rPr>
          <w:rFonts w:ascii="Times New Roman" w:hAnsi="Times New Roman" w:cs="Times New Roman"/>
          <w:sz w:val="24"/>
          <w:szCs w:val="24"/>
        </w:rPr>
        <w:t>mille lahendamine on eelduseks AJ</w:t>
      </w:r>
      <w:r w:rsidR="00F5269B" w:rsidRPr="710586CC">
        <w:rPr>
          <w:rFonts w:ascii="Times New Roman" w:hAnsi="Times New Roman" w:cs="Times New Roman"/>
          <w:sz w:val="24"/>
          <w:szCs w:val="24"/>
        </w:rPr>
        <w:t xml:space="preserve"> </w:t>
      </w:r>
      <w:r w:rsidR="009E5FCB" w:rsidRPr="710586CC">
        <w:rPr>
          <w:rFonts w:ascii="Times New Roman" w:hAnsi="Times New Roman" w:cs="Times New Roman"/>
          <w:sz w:val="24"/>
          <w:szCs w:val="24"/>
        </w:rPr>
        <w:t>kohustuslikuks rakendamiseks kohalike omavalitsuste (KOVide) andmekogudes.</w:t>
      </w:r>
    </w:p>
    <w:p w14:paraId="5F0D4086" w14:textId="77777777" w:rsidR="003528FD" w:rsidRDefault="003528FD" w:rsidP="009E5FCB">
      <w:pPr>
        <w:spacing w:after="0" w:line="240" w:lineRule="auto"/>
        <w:jc w:val="both"/>
        <w:rPr>
          <w:rFonts w:ascii="Times New Roman" w:hAnsi="Times New Roman" w:cs="Times New Roman"/>
          <w:sz w:val="24"/>
          <w:szCs w:val="24"/>
        </w:rPr>
      </w:pPr>
    </w:p>
    <w:p w14:paraId="0D656E2D" w14:textId="723DF816" w:rsidR="009E5FCB" w:rsidRPr="009E5FCB"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Toetame VTK eesmärki suurendada andmetöötluse läbipaistvust, kuid peame vajalikuks rõhutada,</w:t>
      </w:r>
      <w:r w:rsidR="003528FD">
        <w:rPr>
          <w:rFonts w:ascii="Times New Roman" w:hAnsi="Times New Roman" w:cs="Times New Roman"/>
          <w:sz w:val="24"/>
          <w:szCs w:val="24"/>
        </w:rPr>
        <w:t xml:space="preserve"> </w:t>
      </w:r>
      <w:r w:rsidRPr="009E5FCB">
        <w:rPr>
          <w:rFonts w:ascii="Times New Roman" w:hAnsi="Times New Roman" w:cs="Times New Roman"/>
          <w:sz w:val="24"/>
          <w:szCs w:val="24"/>
        </w:rPr>
        <w:t>et enne AJ kohustuslikuks muutmist tuleb lahendada KOVide andmekogude õigusliku aluse</w:t>
      </w:r>
      <w:r w:rsidR="003528FD">
        <w:rPr>
          <w:rFonts w:ascii="Times New Roman" w:hAnsi="Times New Roman" w:cs="Times New Roman"/>
          <w:sz w:val="24"/>
          <w:szCs w:val="24"/>
        </w:rPr>
        <w:t xml:space="preserve"> </w:t>
      </w:r>
      <w:r w:rsidRPr="009E5FCB">
        <w:rPr>
          <w:rFonts w:ascii="Times New Roman" w:hAnsi="Times New Roman" w:cs="Times New Roman"/>
          <w:sz w:val="24"/>
          <w:szCs w:val="24"/>
        </w:rPr>
        <w:t>probleem.</w:t>
      </w:r>
    </w:p>
    <w:p w14:paraId="0368AC7F" w14:textId="77777777" w:rsidR="006301BC" w:rsidRDefault="003528FD" w:rsidP="009E5F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r>
      <w:r w:rsidR="009E5FCB" w:rsidRPr="009E5FCB">
        <w:rPr>
          <w:rFonts w:ascii="Times New Roman" w:hAnsi="Times New Roman" w:cs="Times New Roman"/>
          <w:sz w:val="24"/>
          <w:szCs w:val="24"/>
        </w:rPr>
        <w:t>Kehtiva õiguse kohaselt tuleb andmekogu, milles töödeldakse isikuandmeid, asutada seadusega</w:t>
      </w:r>
      <w:r>
        <w:rPr>
          <w:rFonts w:ascii="Times New Roman" w:hAnsi="Times New Roman" w:cs="Times New Roman"/>
          <w:sz w:val="24"/>
          <w:szCs w:val="24"/>
        </w:rPr>
        <w:t xml:space="preserve"> </w:t>
      </w:r>
      <w:r w:rsidR="009E5FCB" w:rsidRPr="009E5FCB">
        <w:rPr>
          <w:rFonts w:ascii="Times New Roman" w:hAnsi="Times New Roman" w:cs="Times New Roman"/>
          <w:sz w:val="24"/>
          <w:szCs w:val="24"/>
        </w:rPr>
        <w:t>või selle alusel antud määrusega, kusjuures seaduses peab olema selge ja täpne volitusnorm</w:t>
      </w:r>
      <w:r>
        <w:rPr>
          <w:rFonts w:ascii="Times New Roman" w:hAnsi="Times New Roman" w:cs="Times New Roman"/>
          <w:sz w:val="24"/>
          <w:szCs w:val="24"/>
        </w:rPr>
        <w:t xml:space="preserve"> </w:t>
      </w:r>
      <w:r w:rsidR="009E5FCB" w:rsidRPr="009E5FCB">
        <w:rPr>
          <w:rFonts w:ascii="Times New Roman" w:hAnsi="Times New Roman" w:cs="Times New Roman"/>
          <w:sz w:val="24"/>
          <w:szCs w:val="24"/>
        </w:rPr>
        <w:t>isikuandmete töötlemiseks. Paraku ei ole enamikul KOVide poolt asutatud andmekogudel sellist</w:t>
      </w:r>
      <w:r>
        <w:rPr>
          <w:rFonts w:ascii="Times New Roman" w:hAnsi="Times New Roman" w:cs="Times New Roman"/>
          <w:sz w:val="24"/>
          <w:szCs w:val="24"/>
        </w:rPr>
        <w:t xml:space="preserve"> </w:t>
      </w:r>
      <w:r w:rsidR="009E5FCB" w:rsidRPr="009E5FCB">
        <w:rPr>
          <w:rFonts w:ascii="Times New Roman" w:hAnsi="Times New Roman" w:cs="Times New Roman"/>
          <w:sz w:val="24"/>
          <w:szCs w:val="24"/>
        </w:rPr>
        <w:t>seaduslikku alust (ainsaks erandiks on kalmistuseadus, mis sätestab selgesõnaliselt töödeldavate</w:t>
      </w:r>
      <w:r w:rsidR="006301BC">
        <w:rPr>
          <w:rFonts w:ascii="Times New Roman" w:hAnsi="Times New Roman" w:cs="Times New Roman"/>
          <w:sz w:val="24"/>
          <w:szCs w:val="24"/>
        </w:rPr>
        <w:t xml:space="preserve"> </w:t>
      </w:r>
      <w:r w:rsidR="009E5FCB" w:rsidRPr="009E5FCB">
        <w:rPr>
          <w:rFonts w:ascii="Times New Roman" w:hAnsi="Times New Roman" w:cs="Times New Roman"/>
          <w:sz w:val="24"/>
          <w:szCs w:val="24"/>
        </w:rPr>
        <w:t>andmete koosseisu). Sellises olukorras ei ole võimalik alustada andmetöötluse läbipaistvusega</w:t>
      </w:r>
      <w:r w:rsidR="006301BC">
        <w:rPr>
          <w:rFonts w:ascii="Times New Roman" w:hAnsi="Times New Roman" w:cs="Times New Roman"/>
          <w:sz w:val="24"/>
          <w:szCs w:val="24"/>
        </w:rPr>
        <w:t xml:space="preserve"> </w:t>
      </w:r>
      <w:r w:rsidR="009E5FCB" w:rsidRPr="009E5FCB">
        <w:rPr>
          <w:rFonts w:ascii="Times New Roman" w:hAnsi="Times New Roman" w:cs="Times New Roman"/>
          <w:sz w:val="24"/>
          <w:szCs w:val="24"/>
        </w:rPr>
        <w:t>ilma, et eelnevalt oleks loodud vajalikud seaduslikud alused nende andmekogude pidamiseks.</w:t>
      </w:r>
      <w:r w:rsidR="006301BC">
        <w:rPr>
          <w:rFonts w:ascii="Times New Roman" w:hAnsi="Times New Roman" w:cs="Times New Roman"/>
          <w:sz w:val="24"/>
          <w:szCs w:val="24"/>
        </w:rPr>
        <w:t xml:space="preserve"> </w:t>
      </w:r>
    </w:p>
    <w:p w14:paraId="72EEBB56" w14:textId="77777777" w:rsidR="006301BC" w:rsidRDefault="006301BC" w:rsidP="009E5FCB">
      <w:pPr>
        <w:spacing w:after="0" w:line="240" w:lineRule="auto"/>
        <w:jc w:val="both"/>
        <w:rPr>
          <w:rFonts w:ascii="Times New Roman" w:hAnsi="Times New Roman" w:cs="Times New Roman"/>
          <w:sz w:val="24"/>
          <w:szCs w:val="24"/>
        </w:rPr>
      </w:pPr>
    </w:p>
    <w:p w14:paraId="114C5861" w14:textId="77777777" w:rsidR="00EC1FFF"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Seetõttu teeme ettepaneku, et enne AJ kohustuslikuks muutmist KOVide jaoks tuleb vajadusel</w:t>
      </w:r>
      <w:r w:rsidR="006301BC">
        <w:rPr>
          <w:rFonts w:ascii="Times New Roman" w:hAnsi="Times New Roman" w:cs="Times New Roman"/>
          <w:sz w:val="24"/>
          <w:szCs w:val="24"/>
        </w:rPr>
        <w:t xml:space="preserve"> </w:t>
      </w:r>
      <w:r w:rsidRPr="009E5FCB">
        <w:rPr>
          <w:rFonts w:ascii="Times New Roman" w:hAnsi="Times New Roman" w:cs="Times New Roman"/>
          <w:sz w:val="24"/>
          <w:szCs w:val="24"/>
        </w:rPr>
        <w:t>algatada seadusemuudatused, millega antakse KOVidele selged ja täpsed volitusnormid</w:t>
      </w:r>
      <w:r w:rsidR="006301BC">
        <w:rPr>
          <w:rFonts w:ascii="Times New Roman" w:hAnsi="Times New Roman" w:cs="Times New Roman"/>
          <w:sz w:val="24"/>
          <w:szCs w:val="24"/>
        </w:rPr>
        <w:t xml:space="preserve"> </w:t>
      </w:r>
      <w:r w:rsidRPr="009E5FCB">
        <w:rPr>
          <w:rFonts w:ascii="Times New Roman" w:hAnsi="Times New Roman" w:cs="Times New Roman"/>
          <w:sz w:val="24"/>
          <w:szCs w:val="24"/>
        </w:rPr>
        <w:t>isikuandmete töötlemiseks konkreetsetes andmekogudes. Alles seejärel saab AJ kohustuslikkust</w:t>
      </w:r>
      <w:r w:rsidR="006301BC">
        <w:rPr>
          <w:rFonts w:ascii="Times New Roman" w:hAnsi="Times New Roman" w:cs="Times New Roman"/>
          <w:sz w:val="24"/>
          <w:szCs w:val="24"/>
        </w:rPr>
        <w:t xml:space="preserve"> </w:t>
      </w:r>
      <w:r w:rsidRPr="009E5FCB">
        <w:rPr>
          <w:rFonts w:ascii="Times New Roman" w:hAnsi="Times New Roman" w:cs="Times New Roman"/>
          <w:sz w:val="24"/>
          <w:szCs w:val="24"/>
        </w:rPr>
        <w:t xml:space="preserve">KOVide suhtes õiguspäraselt ja sisuliselt rakendada. </w:t>
      </w:r>
    </w:p>
    <w:p w14:paraId="1A2E7306" w14:textId="77777777" w:rsidR="00EC1FFF" w:rsidRDefault="00EC1FFF" w:rsidP="009E5FCB">
      <w:pPr>
        <w:spacing w:after="0" w:line="240" w:lineRule="auto"/>
        <w:jc w:val="both"/>
        <w:rPr>
          <w:rFonts w:ascii="Times New Roman" w:hAnsi="Times New Roman" w:cs="Times New Roman"/>
          <w:sz w:val="24"/>
          <w:szCs w:val="24"/>
        </w:rPr>
      </w:pPr>
    </w:p>
    <w:p w14:paraId="3E92E104" w14:textId="1F4A2D02" w:rsidR="00D51203" w:rsidRDefault="009E5FCB" w:rsidP="009E5FCB">
      <w:pPr>
        <w:spacing w:after="0" w:line="240" w:lineRule="auto"/>
        <w:jc w:val="both"/>
        <w:rPr>
          <w:rFonts w:ascii="Times New Roman" w:hAnsi="Times New Roman" w:cs="Times New Roman"/>
          <w:sz w:val="24"/>
          <w:szCs w:val="24"/>
        </w:rPr>
      </w:pPr>
      <w:r w:rsidRPr="710586CC">
        <w:rPr>
          <w:rFonts w:ascii="Times New Roman" w:hAnsi="Times New Roman" w:cs="Times New Roman"/>
          <w:sz w:val="24"/>
          <w:szCs w:val="24"/>
        </w:rPr>
        <w:t>Justiits- ja Digiministeerium on varasemalt</w:t>
      </w:r>
      <w:r w:rsidR="006301BC" w:rsidRPr="710586CC">
        <w:rPr>
          <w:rFonts w:ascii="Times New Roman" w:hAnsi="Times New Roman" w:cs="Times New Roman"/>
          <w:sz w:val="24"/>
          <w:szCs w:val="24"/>
        </w:rPr>
        <w:t xml:space="preserve"> </w:t>
      </w:r>
      <w:r w:rsidRPr="710586CC">
        <w:rPr>
          <w:rFonts w:ascii="Times New Roman" w:hAnsi="Times New Roman" w:cs="Times New Roman"/>
          <w:sz w:val="24"/>
          <w:szCs w:val="24"/>
        </w:rPr>
        <w:t xml:space="preserve">selgitanud, et </w:t>
      </w:r>
      <w:r w:rsidRPr="710586CC">
        <w:rPr>
          <w:rFonts w:ascii="Times New Roman" w:hAnsi="Times New Roman" w:cs="Times New Roman"/>
          <w:i/>
          <w:iCs/>
          <w:sz w:val="24"/>
          <w:szCs w:val="24"/>
        </w:rPr>
        <w:t>on valmis võtma oma tööplaanidesse analüüsi, mis käsitleb seadusliku aluse nõude,</w:t>
      </w:r>
      <w:r w:rsidR="006301BC" w:rsidRPr="710586CC">
        <w:rPr>
          <w:rFonts w:ascii="Times New Roman" w:hAnsi="Times New Roman" w:cs="Times New Roman"/>
          <w:i/>
          <w:iCs/>
          <w:sz w:val="24"/>
          <w:szCs w:val="24"/>
        </w:rPr>
        <w:t xml:space="preserve"> </w:t>
      </w:r>
      <w:r w:rsidRPr="710586CC">
        <w:rPr>
          <w:rFonts w:ascii="Times New Roman" w:hAnsi="Times New Roman" w:cs="Times New Roman"/>
          <w:i/>
          <w:iCs/>
          <w:sz w:val="24"/>
          <w:szCs w:val="24"/>
        </w:rPr>
        <w:t>põhiõiguste riive intensiivsuse ja kohaliku omavalitsuse enesekorraldusõiguse ühildamist</w:t>
      </w:r>
      <w:r w:rsidR="00EC1FFF" w:rsidRPr="710586CC">
        <w:rPr>
          <w:rFonts w:ascii="Times New Roman" w:hAnsi="Times New Roman" w:cs="Times New Roman"/>
          <w:sz w:val="24"/>
          <w:szCs w:val="24"/>
        </w:rPr>
        <w:t xml:space="preserve"> ning ootame jätkuvalt, et see analüüs valmiks</w:t>
      </w:r>
      <w:r w:rsidR="00CA58D3" w:rsidRPr="710586CC">
        <w:rPr>
          <w:rFonts w:ascii="Times New Roman" w:hAnsi="Times New Roman" w:cs="Times New Roman"/>
          <w:sz w:val="24"/>
          <w:szCs w:val="24"/>
        </w:rPr>
        <w:t>.</w:t>
      </w:r>
    </w:p>
    <w:p w14:paraId="5D854A0A" w14:textId="77777777" w:rsidR="00D51203" w:rsidRDefault="00D51203" w:rsidP="009E5FCB">
      <w:pPr>
        <w:spacing w:after="0" w:line="240" w:lineRule="auto"/>
        <w:jc w:val="both"/>
        <w:rPr>
          <w:rFonts w:ascii="Times New Roman" w:hAnsi="Times New Roman" w:cs="Times New Roman"/>
          <w:sz w:val="24"/>
          <w:szCs w:val="24"/>
        </w:rPr>
      </w:pPr>
    </w:p>
    <w:p w14:paraId="0D622B5C" w14:textId="4D3BE06D" w:rsidR="009E5FCB" w:rsidRPr="009E5FCB"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Ka</w:t>
      </w:r>
      <w:r w:rsidR="006301BC">
        <w:rPr>
          <w:rFonts w:ascii="Times New Roman" w:hAnsi="Times New Roman" w:cs="Times New Roman"/>
          <w:sz w:val="24"/>
          <w:szCs w:val="24"/>
        </w:rPr>
        <w:t xml:space="preserve"> </w:t>
      </w:r>
      <w:r w:rsidRPr="009E5FCB">
        <w:rPr>
          <w:rFonts w:ascii="Times New Roman" w:hAnsi="Times New Roman" w:cs="Times New Roman"/>
          <w:sz w:val="24"/>
          <w:szCs w:val="24"/>
        </w:rPr>
        <w:t>VTKs viidatud Justiitsministeeriumi 2021. aasta analüüs „Andmekogud ja isikuandmed: EV</w:t>
      </w:r>
      <w:r w:rsidR="006301BC">
        <w:rPr>
          <w:rFonts w:ascii="Times New Roman" w:hAnsi="Times New Roman" w:cs="Times New Roman"/>
          <w:sz w:val="24"/>
          <w:szCs w:val="24"/>
        </w:rPr>
        <w:t xml:space="preserve"> </w:t>
      </w:r>
      <w:r w:rsidRPr="009E5FCB">
        <w:rPr>
          <w:rFonts w:ascii="Times New Roman" w:hAnsi="Times New Roman" w:cs="Times New Roman"/>
          <w:sz w:val="24"/>
          <w:szCs w:val="24"/>
        </w:rPr>
        <w:t>Põhiseadusest ja IKÜM-st tulenevad nõuded regulatsioonile“ toonitas vajadust andmekogud</w:t>
      </w:r>
      <w:r w:rsidR="00CA58D3">
        <w:rPr>
          <w:rFonts w:ascii="Times New Roman" w:hAnsi="Times New Roman" w:cs="Times New Roman"/>
          <w:sz w:val="24"/>
          <w:szCs w:val="24"/>
        </w:rPr>
        <w:t xml:space="preserve"> </w:t>
      </w:r>
      <w:r w:rsidRPr="009E5FCB">
        <w:rPr>
          <w:rFonts w:ascii="Times New Roman" w:hAnsi="Times New Roman" w:cs="Times New Roman"/>
          <w:sz w:val="24"/>
          <w:szCs w:val="24"/>
        </w:rPr>
        <w:t xml:space="preserve">regulatsiooniga vastavusse viia. </w:t>
      </w:r>
      <w:r w:rsidRPr="00FD5873">
        <w:rPr>
          <w:rFonts w:ascii="Times New Roman" w:hAnsi="Times New Roman" w:cs="Times New Roman"/>
          <w:b/>
          <w:bCs/>
          <w:sz w:val="24"/>
          <w:szCs w:val="24"/>
        </w:rPr>
        <w:t>Kõnealuse analüüsi peamine lahenduseta jäänud punkt ongi</w:t>
      </w:r>
      <w:r w:rsidR="00CA58D3" w:rsidRPr="00FD5873">
        <w:rPr>
          <w:rFonts w:ascii="Times New Roman" w:hAnsi="Times New Roman" w:cs="Times New Roman"/>
          <w:b/>
          <w:bCs/>
          <w:sz w:val="24"/>
          <w:szCs w:val="24"/>
        </w:rPr>
        <w:t xml:space="preserve"> </w:t>
      </w:r>
      <w:r w:rsidRPr="00FD5873">
        <w:rPr>
          <w:rFonts w:ascii="Times New Roman" w:hAnsi="Times New Roman" w:cs="Times New Roman"/>
          <w:b/>
          <w:bCs/>
          <w:sz w:val="24"/>
          <w:szCs w:val="24"/>
        </w:rPr>
        <w:t>KOVide olemasolevate andmekogude õiguslik alus.</w:t>
      </w:r>
    </w:p>
    <w:p w14:paraId="0A261648" w14:textId="77777777" w:rsidR="009E5FCB" w:rsidRPr="009E5FCB" w:rsidRDefault="009E5FCB" w:rsidP="009E5FCB">
      <w:pPr>
        <w:spacing w:after="0" w:line="240" w:lineRule="auto"/>
        <w:jc w:val="both"/>
        <w:rPr>
          <w:rFonts w:ascii="Times New Roman" w:hAnsi="Times New Roman" w:cs="Times New Roman"/>
          <w:sz w:val="24"/>
          <w:szCs w:val="24"/>
        </w:rPr>
      </w:pPr>
    </w:p>
    <w:p w14:paraId="723181EC" w14:textId="053324AF" w:rsidR="009E5FCB" w:rsidRPr="009E5FCB" w:rsidRDefault="006C06D7" w:rsidP="009E5FC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9E5FCB" w:rsidRPr="00702981">
        <w:rPr>
          <w:rFonts w:ascii="Times New Roman" w:hAnsi="Times New Roman" w:cs="Times New Roman"/>
          <w:b/>
          <w:bCs/>
          <w:sz w:val="24"/>
          <w:szCs w:val="24"/>
        </w:rPr>
        <w:t>.</w:t>
      </w:r>
      <w:r w:rsidR="009E5FCB" w:rsidRPr="009E5FCB">
        <w:rPr>
          <w:rFonts w:ascii="Times New Roman" w:hAnsi="Times New Roman" w:cs="Times New Roman"/>
          <w:sz w:val="24"/>
          <w:szCs w:val="24"/>
        </w:rPr>
        <w:t xml:space="preserve"> Isiklikul otstarbel tehtud päringute kuvamine andmejälgijas</w:t>
      </w:r>
    </w:p>
    <w:p w14:paraId="7E8ED33E" w14:textId="77777777" w:rsidR="00702981" w:rsidRDefault="00702981" w:rsidP="009E5FCB">
      <w:pPr>
        <w:spacing w:after="0" w:line="240" w:lineRule="auto"/>
        <w:jc w:val="both"/>
        <w:rPr>
          <w:rFonts w:ascii="Times New Roman" w:hAnsi="Times New Roman" w:cs="Times New Roman"/>
          <w:sz w:val="24"/>
          <w:szCs w:val="24"/>
        </w:rPr>
      </w:pPr>
    </w:p>
    <w:p w14:paraId="2127EFF5" w14:textId="77777777" w:rsidR="00702981"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VTK koostajad on palunud arvamust selle kohta, kas andmejälgijas peaks kajastuma ka päringud,</w:t>
      </w:r>
      <w:r w:rsidR="00702981">
        <w:rPr>
          <w:rFonts w:ascii="Times New Roman" w:hAnsi="Times New Roman" w:cs="Times New Roman"/>
          <w:sz w:val="24"/>
          <w:szCs w:val="24"/>
        </w:rPr>
        <w:t xml:space="preserve"> </w:t>
      </w:r>
      <w:r w:rsidRPr="009E5FCB">
        <w:rPr>
          <w:rFonts w:ascii="Times New Roman" w:hAnsi="Times New Roman" w:cs="Times New Roman"/>
          <w:sz w:val="24"/>
          <w:szCs w:val="24"/>
        </w:rPr>
        <w:t>mis on tehtud isiklikul otstarbel (nt kinnistusraamatusse tehtud päringud, kus päringu tegija on</w:t>
      </w:r>
      <w:r w:rsidR="00702981">
        <w:rPr>
          <w:rFonts w:ascii="Times New Roman" w:hAnsi="Times New Roman" w:cs="Times New Roman"/>
          <w:sz w:val="24"/>
          <w:szCs w:val="24"/>
        </w:rPr>
        <w:t xml:space="preserve"> </w:t>
      </w:r>
      <w:r w:rsidRPr="009E5FCB">
        <w:rPr>
          <w:rFonts w:ascii="Times New Roman" w:hAnsi="Times New Roman" w:cs="Times New Roman"/>
          <w:sz w:val="24"/>
          <w:szCs w:val="24"/>
        </w:rPr>
        <w:t>füüsiline isik, kes kasutab andmeid eranditult isiklikul või kodusel eesmärgil).</w:t>
      </w:r>
      <w:r w:rsidR="00702981">
        <w:rPr>
          <w:rFonts w:ascii="Times New Roman" w:hAnsi="Times New Roman" w:cs="Times New Roman"/>
          <w:sz w:val="24"/>
          <w:szCs w:val="24"/>
        </w:rPr>
        <w:t xml:space="preserve"> </w:t>
      </w:r>
    </w:p>
    <w:p w14:paraId="2848C197" w14:textId="77777777" w:rsidR="00702981" w:rsidRDefault="00702981" w:rsidP="009E5FCB">
      <w:pPr>
        <w:spacing w:after="0" w:line="240" w:lineRule="auto"/>
        <w:jc w:val="both"/>
        <w:rPr>
          <w:rFonts w:ascii="Times New Roman" w:hAnsi="Times New Roman" w:cs="Times New Roman"/>
          <w:sz w:val="24"/>
          <w:szCs w:val="24"/>
        </w:rPr>
      </w:pPr>
    </w:p>
    <w:p w14:paraId="2DC1E239" w14:textId="77777777" w:rsidR="004C7F76"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Leiame, et selliste päringute kuvamine andmejälgijas ei ole põhjendatud järgmistel põhjustel:</w:t>
      </w:r>
    </w:p>
    <w:p w14:paraId="55D75F8A" w14:textId="0940C4F2" w:rsidR="009E5FCB" w:rsidRPr="009E5FCB"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 Kuna isikuandmete kaitse üldmääruse kohaselt ei kohaldu määrus isikuandmete töötlemisele,</w:t>
      </w:r>
      <w:r w:rsidR="004C7F76">
        <w:rPr>
          <w:rFonts w:ascii="Times New Roman" w:hAnsi="Times New Roman" w:cs="Times New Roman"/>
          <w:sz w:val="24"/>
          <w:szCs w:val="24"/>
        </w:rPr>
        <w:t xml:space="preserve"> </w:t>
      </w:r>
      <w:r w:rsidRPr="009E5FCB">
        <w:rPr>
          <w:rFonts w:ascii="Times New Roman" w:hAnsi="Times New Roman" w:cs="Times New Roman"/>
          <w:sz w:val="24"/>
          <w:szCs w:val="24"/>
        </w:rPr>
        <w:t>mida teostab füüsiline isik eranditult isiklikul või kodusel eesmärgil, ei saa selliseid päringuid</w:t>
      </w:r>
      <w:r w:rsidR="004C7F76">
        <w:rPr>
          <w:rFonts w:ascii="Times New Roman" w:hAnsi="Times New Roman" w:cs="Times New Roman"/>
          <w:sz w:val="24"/>
          <w:szCs w:val="24"/>
        </w:rPr>
        <w:t xml:space="preserve"> </w:t>
      </w:r>
      <w:r w:rsidRPr="009E5FCB">
        <w:rPr>
          <w:rFonts w:ascii="Times New Roman" w:hAnsi="Times New Roman" w:cs="Times New Roman"/>
          <w:sz w:val="24"/>
          <w:szCs w:val="24"/>
        </w:rPr>
        <w:t>käsitleda IKÜM tähenduses isikuandmete töötlemisena, millele laieneksid läbipaistvuse ja</w:t>
      </w:r>
      <w:r w:rsidR="004C7F76">
        <w:rPr>
          <w:rFonts w:ascii="Times New Roman" w:hAnsi="Times New Roman" w:cs="Times New Roman"/>
          <w:sz w:val="24"/>
          <w:szCs w:val="24"/>
        </w:rPr>
        <w:t xml:space="preserve"> </w:t>
      </w:r>
      <w:r w:rsidRPr="009E5FCB">
        <w:rPr>
          <w:rFonts w:ascii="Times New Roman" w:hAnsi="Times New Roman" w:cs="Times New Roman"/>
          <w:sz w:val="24"/>
          <w:szCs w:val="24"/>
        </w:rPr>
        <w:t>teabeõiguse nõuded.</w:t>
      </w:r>
    </w:p>
    <w:p w14:paraId="371F7FB1" w14:textId="74FE16CF" w:rsidR="009E5FCB" w:rsidRPr="009E5FCB"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 Ainuüksi päringu tegija nime kuvamine ei võimalda andmesubjektil tegelikult oma õigusi</w:t>
      </w:r>
      <w:r w:rsidR="004C7F76">
        <w:rPr>
          <w:rFonts w:ascii="Times New Roman" w:hAnsi="Times New Roman" w:cs="Times New Roman"/>
          <w:sz w:val="24"/>
          <w:szCs w:val="24"/>
        </w:rPr>
        <w:t xml:space="preserve"> </w:t>
      </w:r>
      <w:r w:rsidRPr="009E5FCB">
        <w:rPr>
          <w:rFonts w:ascii="Times New Roman" w:hAnsi="Times New Roman" w:cs="Times New Roman"/>
          <w:sz w:val="24"/>
          <w:szCs w:val="24"/>
        </w:rPr>
        <w:t>teostada. Kui päringu tegija on näiteks eraisik, kelle kontaktandmed ei ole avalikud, ei ole</w:t>
      </w:r>
      <w:r w:rsidR="004C7F76">
        <w:rPr>
          <w:rFonts w:ascii="Times New Roman" w:hAnsi="Times New Roman" w:cs="Times New Roman"/>
          <w:sz w:val="24"/>
          <w:szCs w:val="24"/>
        </w:rPr>
        <w:t xml:space="preserve"> </w:t>
      </w:r>
      <w:r w:rsidRPr="009E5FCB">
        <w:rPr>
          <w:rFonts w:ascii="Times New Roman" w:hAnsi="Times New Roman" w:cs="Times New Roman"/>
          <w:sz w:val="24"/>
          <w:szCs w:val="24"/>
        </w:rPr>
        <w:t>andmesubjektil võimalik temaga ühendust võtta ega selgitusi küsida. See võib tekitada</w:t>
      </w:r>
      <w:r w:rsidR="004C7F76">
        <w:rPr>
          <w:rFonts w:ascii="Times New Roman" w:hAnsi="Times New Roman" w:cs="Times New Roman"/>
          <w:sz w:val="24"/>
          <w:szCs w:val="24"/>
        </w:rPr>
        <w:t xml:space="preserve"> </w:t>
      </w:r>
      <w:r w:rsidRPr="009E5FCB">
        <w:rPr>
          <w:rFonts w:ascii="Times New Roman" w:hAnsi="Times New Roman" w:cs="Times New Roman"/>
          <w:sz w:val="24"/>
          <w:szCs w:val="24"/>
        </w:rPr>
        <w:t>andmesubjektis põhjendamatut ärevust või segadust, ilma et tal oleks tegelikku võimalust oma</w:t>
      </w:r>
      <w:r w:rsidR="004C7F76">
        <w:rPr>
          <w:rFonts w:ascii="Times New Roman" w:hAnsi="Times New Roman" w:cs="Times New Roman"/>
          <w:sz w:val="24"/>
          <w:szCs w:val="24"/>
        </w:rPr>
        <w:t xml:space="preserve"> </w:t>
      </w:r>
      <w:r w:rsidRPr="009E5FCB">
        <w:rPr>
          <w:rFonts w:ascii="Times New Roman" w:hAnsi="Times New Roman" w:cs="Times New Roman"/>
          <w:sz w:val="24"/>
          <w:szCs w:val="24"/>
        </w:rPr>
        <w:t>õigusi realiseerida.</w:t>
      </w:r>
    </w:p>
    <w:p w14:paraId="64E44055" w14:textId="2EF84269" w:rsidR="009E5FCB" w:rsidRPr="009E5FCB"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 Samuti ei ole päringu teinud isikul kohustust andmesubjekti pöördumisele vastata, kuna</w:t>
      </w:r>
      <w:r w:rsidR="00322D3E">
        <w:rPr>
          <w:rFonts w:ascii="Times New Roman" w:hAnsi="Times New Roman" w:cs="Times New Roman"/>
          <w:sz w:val="24"/>
          <w:szCs w:val="24"/>
        </w:rPr>
        <w:t xml:space="preserve"> </w:t>
      </w:r>
      <w:r w:rsidRPr="009E5FCB">
        <w:rPr>
          <w:rFonts w:ascii="Times New Roman" w:hAnsi="Times New Roman" w:cs="Times New Roman"/>
          <w:sz w:val="24"/>
          <w:szCs w:val="24"/>
        </w:rPr>
        <w:t>tegemist ei ole andmetöötlejaga IKÜM mõttes. Seega ei saa andmesubjekt oma õigusi (nt</w:t>
      </w:r>
      <w:r w:rsidR="00322D3E">
        <w:rPr>
          <w:rFonts w:ascii="Times New Roman" w:hAnsi="Times New Roman" w:cs="Times New Roman"/>
          <w:sz w:val="24"/>
          <w:szCs w:val="24"/>
        </w:rPr>
        <w:t xml:space="preserve"> </w:t>
      </w:r>
      <w:r w:rsidRPr="009E5FCB">
        <w:rPr>
          <w:rFonts w:ascii="Times New Roman" w:hAnsi="Times New Roman" w:cs="Times New Roman"/>
          <w:sz w:val="24"/>
          <w:szCs w:val="24"/>
        </w:rPr>
        <w:t>selgitustaotlus, vastuväide) nende isikute suhtes kehtestada.</w:t>
      </w:r>
    </w:p>
    <w:p w14:paraId="3F7B4238" w14:textId="0409B24F" w:rsidR="009E5FCB" w:rsidRPr="009E5FCB" w:rsidRDefault="009E5FCB" w:rsidP="009E5FCB">
      <w:pPr>
        <w:spacing w:after="0" w:line="240" w:lineRule="auto"/>
        <w:jc w:val="both"/>
        <w:rPr>
          <w:rFonts w:ascii="Times New Roman" w:hAnsi="Times New Roman" w:cs="Times New Roman"/>
          <w:sz w:val="24"/>
          <w:szCs w:val="24"/>
        </w:rPr>
      </w:pPr>
      <w:r w:rsidRPr="009E5FCB">
        <w:rPr>
          <w:rFonts w:ascii="Times New Roman" w:hAnsi="Times New Roman" w:cs="Times New Roman"/>
          <w:sz w:val="24"/>
          <w:szCs w:val="24"/>
        </w:rPr>
        <w:t>• Selliste päringute kuvamine võib kaasa tuua põhjendamatuid konflikte, kaebusi ja</w:t>
      </w:r>
      <w:r w:rsidR="00322D3E">
        <w:rPr>
          <w:rFonts w:ascii="Times New Roman" w:hAnsi="Times New Roman" w:cs="Times New Roman"/>
          <w:sz w:val="24"/>
          <w:szCs w:val="24"/>
        </w:rPr>
        <w:t xml:space="preserve"> </w:t>
      </w:r>
      <w:r w:rsidRPr="009E5FCB">
        <w:rPr>
          <w:rFonts w:ascii="Times New Roman" w:hAnsi="Times New Roman" w:cs="Times New Roman"/>
          <w:sz w:val="24"/>
          <w:szCs w:val="24"/>
        </w:rPr>
        <w:t>andmekaitseasutuse töökoormuse kasvu, ilma et see tegelikult suurendaks andmetöötluse</w:t>
      </w:r>
      <w:r w:rsidR="00322D3E">
        <w:rPr>
          <w:rFonts w:ascii="Times New Roman" w:hAnsi="Times New Roman" w:cs="Times New Roman"/>
          <w:sz w:val="24"/>
          <w:szCs w:val="24"/>
        </w:rPr>
        <w:t xml:space="preserve"> </w:t>
      </w:r>
      <w:r w:rsidRPr="009E5FCB">
        <w:rPr>
          <w:rFonts w:ascii="Times New Roman" w:hAnsi="Times New Roman" w:cs="Times New Roman"/>
          <w:sz w:val="24"/>
          <w:szCs w:val="24"/>
        </w:rPr>
        <w:t>läbipaistvust või aitaks kaasa andmesubjekti õiguste paremale kaitsele.</w:t>
      </w:r>
    </w:p>
    <w:p w14:paraId="3A6669AD" w14:textId="77777777" w:rsidR="00322D3E" w:rsidRDefault="00322D3E" w:rsidP="009E5FCB">
      <w:pPr>
        <w:spacing w:after="0" w:line="240" w:lineRule="auto"/>
        <w:jc w:val="both"/>
        <w:rPr>
          <w:rFonts w:ascii="Times New Roman" w:hAnsi="Times New Roman" w:cs="Times New Roman"/>
          <w:sz w:val="24"/>
          <w:szCs w:val="24"/>
        </w:rPr>
      </w:pPr>
    </w:p>
    <w:p w14:paraId="793F0E0C" w14:textId="703567EA" w:rsidR="000F0226" w:rsidRPr="005554B0" w:rsidRDefault="009E5FCB" w:rsidP="009E5FCB">
      <w:pPr>
        <w:spacing w:after="0" w:line="240" w:lineRule="auto"/>
        <w:jc w:val="both"/>
        <w:rPr>
          <w:rFonts w:ascii="Times New Roman" w:hAnsi="Times New Roman" w:cs="Times New Roman"/>
          <w:b/>
          <w:bCs/>
          <w:sz w:val="24"/>
          <w:szCs w:val="24"/>
        </w:rPr>
      </w:pPr>
      <w:r w:rsidRPr="005554B0">
        <w:rPr>
          <w:rFonts w:ascii="Times New Roman" w:hAnsi="Times New Roman" w:cs="Times New Roman"/>
          <w:b/>
          <w:bCs/>
          <w:sz w:val="24"/>
          <w:szCs w:val="24"/>
        </w:rPr>
        <w:t>Seetõttu leiame, et andmejälgijas tuleks kajastada üksnes need päringud, mis on tehtud</w:t>
      </w:r>
      <w:r w:rsidR="00322D3E" w:rsidRPr="005554B0">
        <w:rPr>
          <w:rFonts w:ascii="Times New Roman" w:hAnsi="Times New Roman" w:cs="Times New Roman"/>
          <w:b/>
          <w:bCs/>
          <w:sz w:val="24"/>
          <w:szCs w:val="24"/>
        </w:rPr>
        <w:t xml:space="preserve"> </w:t>
      </w:r>
      <w:r w:rsidRPr="005554B0">
        <w:rPr>
          <w:rFonts w:ascii="Times New Roman" w:hAnsi="Times New Roman" w:cs="Times New Roman"/>
          <w:b/>
          <w:bCs/>
          <w:sz w:val="24"/>
          <w:szCs w:val="24"/>
        </w:rPr>
        <w:t>andmekogude pidajate või muude andmetöötlejate poolt avalike ülesannete täitmise käigus, mitte</w:t>
      </w:r>
      <w:r w:rsidR="00322D3E" w:rsidRPr="005554B0">
        <w:rPr>
          <w:rFonts w:ascii="Times New Roman" w:hAnsi="Times New Roman" w:cs="Times New Roman"/>
          <w:b/>
          <w:bCs/>
          <w:sz w:val="24"/>
          <w:szCs w:val="24"/>
        </w:rPr>
        <w:t xml:space="preserve"> </w:t>
      </w:r>
      <w:r w:rsidRPr="005554B0">
        <w:rPr>
          <w:rFonts w:ascii="Times New Roman" w:hAnsi="Times New Roman" w:cs="Times New Roman"/>
          <w:b/>
          <w:bCs/>
          <w:sz w:val="24"/>
          <w:szCs w:val="24"/>
        </w:rPr>
        <w:t>aga isiklikul otstarbel tehtud päringud, millele IKÜM ei kohaldu.</w:t>
      </w:r>
    </w:p>
    <w:p w14:paraId="04AF98DE" w14:textId="149B7E83" w:rsidR="001F5F19" w:rsidRPr="00046753" w:rsidRDefault="001F5F19" w:rsidP="001F5F19">
      <w:pPr>
        <w:spacing w:after="0" w:line="240" w:lineRule="auto"/>
        <w:jc w:val="both"/>
        <w:rPr>
          <w:rFonts w:ascii="Times New Roman" w:hAnsi="Times New Roman" w:cs="Times New Roman"/>
          <w:sz w:val="24"/>
          <w:szCs w:val="24"/>
        </w:rPr>
      </w:pPr>
    </w:p>
    <w:p w14:paraId="5F7EAFAE" w14:textId="70CBD086" w:rsidR="00046753" w:rsidRDefault="006C06D7" w:rsidP="001F5F1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1F5F19" w:rsidRPr="00046753">
        <w:rPr>
          <w:rFonts w:ascii="Times New Roman" w:hAnsi="Times New Roman" w:cs="Times New Roman"/>
          <w:b/>
          <w:bCs/>
          <w:sz w:val="24"/>
          <w:szCs w:val="24"/>
        </w:rPr>
        <w:t>.</w:t>
      </w:r>
      <w:r w:rsidR="001F5F19" w:rsidRPr="00DB1811">
        <w:rPr>
          <w:rFonts w:ascii="Times New Roman" w:hAnsi="Times New Roman" w:cs="Times New Roman"/>
          <w:sz w:val="24"/>
          <w:szCs w:val="24"/>
        </w:rPr>
        <w:t xml:space="preserve"> </w:t>
      </w:r>
      <w:r w:rsidR="00046753">
        <w:rPr>
          <w:rFonts w:ascii="Times New Roman" w:hAnsi="Times New Roman" w:cs="Times New Roman"/>
          <w:sz w:val="24"/>
          <w:szCs w:val="24"/>
        </w:rPr>
        <w:t>E</w:t>
      </w:r>
      <w:r w:rsidR="00046753" w:rsidRPr="00DB1811">
        <w:rPr>
          <w:rFonts w:ascii="Times New Roman" w:hAnsi="Times New Roman" w:cs="Times New Roman"/>
          <w:sz w:val="24"/>
          <w:szCs w:val="24"/>
        </w:rPr>
        <w:t>ttepanekud, mis on seotud andmekogude pidajatele laekuvate andmesubjekti päringute, teabenõuete ja selgitustaotluste mahust tuleneva halduskoormusega.</w:t>
      </w:r>
    </w:p>
    <w:p w14:paraId="5283FEF6" w14:textId="77777777" w:rsidR="00046753" w:rsidRDefault="00046753" w:rsidP="001F5F19">
      <w:pPr>
        <w:spacing w:after="0" w:line="240" w:lineRule="auto"/>
        <w:jc w:val="both"/>
        <w:rPr>
          <w:rFonts w:ascii="Times New Roman" w:hAnsi="Times New Roman" w:cs="Times New Roman"/>
          <w:sz w:val="24"/>
          <w:szCs w:val="24"/>
        </w:rPr>
      </w:pPr>
    </w:p>
    <w:p w14:paraId="25352709" w14:textId="77777777" w:rsidR="005554B0" w:rsidRDefault="00C96F0F" w:rsidP="001F5F19">
      <w:pPr>
        <w:spacing w:after="0" w:line="240" w:lineRule="auto"/>
        <w:jc w:val="both"/>
        <w:rPr>
          <w:rFonts w:ascii="Times New Roman" w:hAnsi="Times New Roman" w:cs="Times New Roman"/>
          <w:sz w:val="24"/>
          <w:szCs w:val="24"/>
        </w:rPr>
      </w:pPr>
      <w:r w:rsidRPr="00DB1811">
        <w:rPr>
          <w:rFonts w:ascii="Times New Roman" w:hAnsi="Times New Roman" w:cs="Times New Roman"/>
          <w:sz w:val="24"/>
          <w:szCs w:val="24"/>
        </w:rPr>
        <w:t xml:space="preserve">VTK sissejuhatuses ja punktis 4 on märgitud, et andmejälgija (AJ) kasutamine suurendab riikliku andmetöötluse läbipaistvust, toetab andmesubjektide õiguste tõhusat teostamist ning aitab ühtlasi vähendada asutuste halduskoormust, sealhulgas andmesubjektide päringute ja selgitustaotluste mahtu. Selline eesmärgipüstitus on iseenesest põhjendatud ja kooskõlas IKÜM-ist tulenevate läbipaistvuse põhimõtetega. Samas näitab senine praktika, et suurem nähtavus andmetöötlustoimingute osas ei pruugi automaatselt kaasa tuua päringute mahu vähenemist. Vastupidi – mida rohkem inimesel on võimalik näha enda kohta tehtud andmetöötlustoiminguid, seda enam võib tal tekkida küsimusi nende toimingute eesmärgi, aluse ja põhjendatuse kohta. </w:t>
      </w:r>
    </w:p>
    <w:p w14:paraId="175DD4D7" w14:textId="77777777" w:rsidR="005554B0" w:rsidRDefault="005554B0" w:rsidP="001F5F19">
      <w:pPr>
        <w:spacing w:after="0" w:line="240" w:lineRule="auto"/>
        <w:jc w:val="both"/>
        <w:rPr>
          <w:rFonts w:ascii="Times New Roman" w:hAnsi="Times New Roman" w:cs="Times New Roman"/>
          <w:sz w:val="24"/>
          <w:szCs w:val="24"/>
        </w:rPr>
      </w:pPr>
    </w:p>
    <w:p w14:paraId="566D4B67" w14:textId="0F5C1B05" w:rsidR="00C96F0F" w:rsidRPr="00DB1811" w:rsidRDefault="00C96F0F" w:rsidP="001F5F19">
      <w:pPr>
        <w:spacing w:after="0" w:line="240" w:lineRule="auto"/>
        <w:jc w:val="both"/>
        <w:rPr>
          <w:rFonts w:ascii="Times New Roman" w:hAnsi="Times New Roman" w:cs="Times New Roman"/>
          <w:sz w:val="24"/>
          <w:szCs w:val="24"/>
        </w:rPr>
      </w:pPr>
      <w:r w:rsidRPr="00DB1811">
        <w:rPr>
          <w:rFonts w:ascii="Times New Roman" w:hAnsi="Times New Roman" w:cs="Times New Roman"/>
          <w:sz w:val="24"/>
          <w:szCs w:val="24"/>
        </w:rPr>
        <w:t xml:space="preserve">Sellest tulenevalt </w:t>
      </w:r>
      <w:r w:rsidRPr="005554B0">
        <w:rPr>
          <w:rFonts w:ascii="Times New Roman" w:hAnsi="Times New Roman" w:cs="Times New Roman"/>
          <w:b/>
          <w:bCs/>
          <w:sz w:val="24"/>
          <w:szCs w:val="24"/>
        </w:rPr>
        <w:t>ei ole põhjendatud eeldus, et AJ kasutuselevõtt iseenesest vähendab halduskoormust</w:t>
      </w:r>
      <w:r w:rsidRPr="00DB1811">
        <w:rPr>
          <w:rFonts w:ascii="Times New Roman" w:hAnsi="Times New Roman" w:cs="Times New Roman"/>
          <w:sz w:val="24"/>
          <w:szCs w:val="24"/>
        </w:rPr>
        <w:t>; andmetöötluse läbipaistvuse suurenemine võib praktikas kaasa tuua ka andmesubjektide päringute ja selgitustaotluste arvu kasvu. Praktikas on seda näidanud ka uutes andmekogudes AJ kasutuselevõtt – igakordselt toob see kaasa erinevate pöördumiste mahu suurenemise</w:t>
      </w:r>
      <w:r w:rsidR="00A85461">
        <w:rPr>
          <w:rFonts w:ascii="Times New Roman" w:hAnsi="Times New Roman" w:cs="Times New Roman"/>
          <w:sz w:val="24"/>
          <w:szCs w:val="24"/>
        </w:rPr>
        <w:t xml:space="preserve"> ja seega töökoormuse kasvu</w:t>
      </w:r>
      <w:r w:rsidRPr="00DB1811">
        <w:rPr>
          <w:rFonts w:ascii="Times New Roman" w:hAnsi="Times New Roman" w:cs="Times New Roman"/>
          <w:sz w:val="24"/>
          <w:szCs w:val="24"/>
        </w:rPr>
        <w:t>.</w:t>
      </w:r>
      <w:r w:rsidR="00761C1D">
        <w:rPr>
          <w:rFonts w:ascii="Times New Roman" w:hAnsi="Times New Roman" w:cs="Times New Roman"/>
          <w:sz w:val="24"/>
          <w:szCs w:val="24"/>
        </w:rPr>
        <w:t xml:space="preserve"> Palume seda </w:t>
      </w:r>
      <w:r w:rsidR="00B56C55">
        <w:rPr>
          <w:rFonts w:ascii="Times New Roman" w:hAnsi="Times New Roman" w:cs="Times New Roman"/>
          <w:sz w:val="24"/>
          <w:szCs w:val="24"/>
        </w:rPr>
        <w:t xml:space="preserve">ka seletuskirjas </w:t>
      </w:r>
      <w:r w:rsidR="0099601A">
        <w:rPr>
          <w:rFonts w:ascii="Times New Roman" w:hAnsi="Times New Roman" w:cs="Times New Roman"/>
          <w:sz w:val="24"/>
          <w:szCs w:val="24"/>
        </w:rPr>
        <w:t xml:space="preserve">ühtlaselt </w:t>
      </w:r>
      <w:r w:rsidR="002900F9">
        <w:rPr>
          <w:rFonts w:ascii="Times New Roman" w:hAnsi="Times New Roman" w:cs="Times New Roman"/>
          <w:sz w:val="24"/>
          <w:szCs w:val="24"/>
        </w:rPr>
        <w:t xml:space="preserve">ja läbivalt </w:t>
      </w:r>
      <w:r w:rsidR="00B56C55">
        <w:rPr>
          <w:rFonts w:ascii="Times New Roman" w:hAnsi="Times New Roman" w:cs="Times New Roman"/>
          <w:sz w:val="24"/>
          <w:szCs w:val="24"/>
        </w:rPr>
        <w:t>kajastada</w:t>
      </w:r>
      <w:r w:rsidR="002900F9">
        <w:rPr>
          <w:rFonts w:ascii="Times New Roman" w:hAnsi="Times New Roman" w:cs="Times New Roman"/>
          <w:sz w:val="24"/>
          <w:szCs w:val="24"/>
        </w:rPr>
        <w:t xml:space="preserve"> (lk 13 teine lõik (võimalik negatiivne mõju) </w:t>
      </w:r>
      <w:r w:rsidR="002900F9" w:rsidRPr="00876782">
        <w:rPr>
          <w:rFonts w:ascii="Times New Roman" w:hAnsi="Times New Roman" w:cs="Times New Roman"/>
          <w:i/>
          <w:iCs/>
          <w:sz w:val="24"/>
          <w:szCs w:val="24"/>
        </w:rPr>
        <w:t>vs</w:t>
      </w:r>
      <w:r w:rsidR="002900F9">
        <w:rPr>
          <w:rFonts w:ascii="Times New Roman" w:hAnsi="Times New Roman" w:cs="Times New Roman"/>
          <w:sz w:val="24"/>
          <w:szCs w:val="24"/>
        </w:rPr>
        <w:t xml:space="preserve"> lk </w:t>
      </w:r>
      <w:r w:rsidR="00876782">
        <w:rPr>
          <w:rFonts w:ascii="Times New Roman" w:hAnsi="Times New Roman" w:cs="Times New Roman"/>
          <w:sz w:val="24"/>
          <w:szCs w:val="24"/>
        </w:rPr>
        <w:t>11 arvutuskäik</w:t>
      </w:r>
      <w:r w:rsidR="005E2160">
        <w:rPr>
          <w:rFonts w:ascii="Times New Roman" w:hAnsi="Times New Roman" w:cs="Times New Roman"/>
          <w:sz w:val="24"/>
          <w:szCs w:val="24"/>
        </w:rPr>
        <w:t xml:space="preserve"> </w:t>
      </w:r>
      <w:r w:rsidR="005E2160" w:rsidRPr="000C0600">
        <w:rPr>
          <w:rFonts w:ascii="Times New Roman" w:hAnsi="Times New Roman" w:cs="Times New Roman"/>
          <w:i/>
          <w:iCs/>
          <w:sz w:val="24"/>
          <w:szCs w:val="24"/>
        </w:rPr>
        <w:t>vs</w:t>
      </w:r>
      <w:r w:rsidR="005E2160">
        <w:rPr>
          <w:rFonts w:ascii="Times New Roman" w:hAnsi="Times New Roman" w:cs="Times New Roman"/>
          <w:sz w:val="24"/>
          <w:szCs w:val="24"/>
        </w:rPr>
        <w:t xml:space="preserve"> lk 13 lõpus algav lõik Mõju halduskoormusele</w:t>
      </w:r>
      <w:r w:rsidR="00876782">
        <w:rPr>
          <w:rFonts w:ascii="Times New Roman" w:hAnsi="Times New Roman" w:cs="Times New Roman"/>
          <w:sz w:val="24"/>
          <w:szCs w:val="24"/>
        </w:rPr>
        <w:t>)</w:t>
      </w:r>
      <w:r w:rsidR="00B56C55">
        <w:rPr>
          <w:rFonts w:ascii="Times New Roman" w:hAnsi="Times New Roman" w:cs="Times New Roman"/>
          <w:sz w:val="24"/>
          <w:szCs w:val="24"/>
        </w:rPr>
        <w:t xml:space="preserve">. </w:t>
      </w:r>
    </w:p>
    <w:p w14:paraId="452957B5" w14:textId="77777777" w:rsidR="005554B0" w:rsidRDefault="005554B0" w:rsidP="00DB1811">
      <w:pPr>
        <w:spacing w:after="0" w:line="240" w:lineRule="auto"/>
        <w:jc w:val="both"/>
        <w:rPr>
          <w:rFonts w:ascii="Times New Roman" w:hAnsi="Times New Roman" w:cs="Times New Roman"/>
          <w:sz w:val="24"/>
          <w:szCs w:val="24"/>
        </w:rPr>
      </w:pPr>
    </w:p>
    <w:p w14:paraId="39F280FD" w14:textId="748DFE04" w:rsidR="00C96F0F" w:rsidRDefault="00C96F0F" w:rsidP="00DB1811">
      <w:pPr>
        <w:spacing w:after="0" w:line="240" w:lineRule="auto"/>
        <w:jc w:val="both"/>
        <w:rPr>
          <w:rFonts w:ascii="Times New Roman" w:hAnsi="Times New Roman" w:cs="Times New Roman"/>
          <w:sz w:val="24"/>
          <w:szCs w:val="24"/>
        </w:rPr>
      </w:pPr>
      <w:r w:rsidRPr="710586CC">
        <w:rPr>
          <w:rFonts w:ascii="Times New Roman" w:hAnsi="Times New Roman" w:cs="Times New Roman"/>
          <w:sz w:val="24"/>
          <w:szCs w:val="24"/>
        </w:rPr>
        <w:t xml:space="preserve">Seda järeldust toetab ka VTK punkt 1, milles on märgitud, et andmesubjektidel puudub terviklik ülevaade sellest, kuidas nende isikuandmeid avalike ülesannete täitmisel andmekogude vaheliste päringute kaudu töödeldakse, sealhulgas kelle poolt, millal ja millisel eesmärgil. Andmesubjektil on keeruline aru saada, kes ja millisel eesmärgil tema andmeid kasutab, kuna see eeldab head arusaamist nii avalikest ülesannetest kui ka erinevate andmekogude ülesehitusest ja eesmärkidest. Selline olukord loob pinnase andmetöötlustoimingute valesti tõlgendamiseks ning asjatute selgitustaotluste ja teabenõuete esitamiseks. Praktikas on ligikaudu </w:t>
      </w:r>
      <w:r w:rsidR="7C482519" w:rsidRPr="710586CC">
        <w:rPr>
          <w:rFonts w:ascii="Times New Roman" w:hAnsi="Times New Roman" w:cs="Times New Roman"/>
          <w:sz w:val="24"/>
          <w:szCs w:val="24"/>
        </w:rPr>
        <w:t xml:space="preserve">enamik </w:t>
      </w:r>
      <w:r w:rsidRPr="710586CC">
        <w:rPr>
          <w:rFonts w:ascii="Times New Roman" w:hAnsi="Times New Roman" w:cs="Times New Roman"/>
          <w:sz w:val="24"/>
          <w:szCs w:val="24"/>
        </w:rPr>
        <w:t xml:space="preserve">andmete töötlustest õiguspärased päringud, kuid selle asjaolu väljaselgitamine ja andmesubjektide teabepäringutele vastamine on võtnud avaliku sektori teenistujatelt vägagi palju tööaega. </w:t>
      </w:r>
    </w:p>
    <w:p w14:paraId="1AADBC20" w14:textId="77777777" w:rsidR="00F90B1A" w:rsidRPr="00DB1811" w:rsidRDefault="00F90B1A" w:rsidP="00DB1811">
      <w:pPr>
        <w:spacing w:after="0" w:line="240" w:lineRule="auto"/>
        <w:jc w:val="both"/>
        <w:rPr>
          <w:rFonts w:ascii="Times New Roman" w:hAnsi="Times New Roman" w:cs="Times New Roman"/>
          <w:sz w:val="24"/>
          <w:szCs w:val="24"/>
        </w:rPr>
      </w:pPr>
    </w:p>
    <w:p w14:paraId="274B4A32" w14:textId="51490BC3" w:rsidR="00C96F0F" w:rsidRDefault="00C96F0F" w:rsidP="00DB1811">
      <w:pPr>
        <w:spacing w:after="0" w:line="240" w:lineRule="auto"/>
        <w:jc w:val="both"/>
        <w:rPr>
          <w:rFonts w:ascii="Times New Roman" w:hAnsi="Times New Roman" w:cs="Times New Roman"/>
          <w:sz w:val="24"/>
          <w:szCs w:val="24"/>
        </w:rPr>
      </w:pPr>
      <w:r w:rsidRPr="00DB1811">
        <w:rPr>
          <w:rFonts w:ascii="Times New Roman" w:hAnsi="Times New Roman" w:cs="Times New Roman"/>
          <w:sz w:val="24"/>
          <w:szCs w:val="24"/>
        </w:rPr>
        <w:t xml:space="preserve">VTKs seatud eesmärgi saavutamiseks on vajalikud täiendavad meetmed. </w:t>
      </w:r>
      <w:r w:rsidRPr="00997D4A">
        <w:rPr>
          <w:rFonts w:ascii="Times New Roman" w:hAnsi="Times New Roman" w:cs="Times New Roman"/>
          <w:b/>
          <w:bCs/>
          <w:sz w:val="24"/>
          <w:szCs w:val="24"/>
        </w:rPr>
        <w:t>Eelkõige tuleks vähendada olukordi, kus andmejälgijas kuvatav teave tekitab põhjendamatuid küsimusi ega ole andmesubjektile arusaadav</w:t>
      </w:r>
      <w:r w:rsidRPr="00DB1811">
        <w:rPr>
          <w:rFonts w:ascii="Times New Roman" w:hAnsi="Times New Roman" w:cs="Times New Roman"/>
          <w:sz w:val="24"/>
          <w:szCs w:val="24"/>
        </w:rPr>
        <w:t>.</w:t>
      </w:r>
    </w:p>
    <w:p w14:paraId="70DF3091" w14:textId="77777777" w:rsidR="00997D4A" w:rsidRPr="00DB1811" w:rsidRDefault="00997D4A" w:rsidP="00DB1811">
      <w:pPr>
        <w:spacing w:after="0" w:line="240" w:lineRule="auto"/>
        <w:jc w:val="both"/>
        <w:rPr>
          <w:rFonts w:ascii="Times New Roman" w:hAnsi="Times New Roman" w:cs="Times New Roman"/>
          <w:sz w:val="24"/>
          <w:szCs w:val="24"/>
        </w:rPr>
      </w:pPr>
    </w:p>
    <w:p w14:paraId="0E6A234E" w14:textId="6ABE221D" w:rsidR="00C96F0F" w:rsidRPr="00DB1811" w:rsidRDefault="00614ECA" w:rsidP="00DB1811">
      <w:pPr>
        <w:spacing w:after="0" w:line="240" w:lineRule="auto"/>
        <w:jc w:val="both"/>
        <w:rPr>
          <w:rFonts w:ascii="Times New Roman" w:hAnsi="Times New Roman" w:cs="Times New Roman"/>
          <w:sz w:val="24"/>
          <w:szCs w:val="24"/>
        </w:rPr>
      </w:pPr>
      <w:r w:rsidRPr="710586CC">
        <w:rPr>
          <w:rFonts w:ascii="Times New Roman" w:hAnsi="Times New Roman" w:cs="Times New Roman"/>
          <w:b/>
          <w:bCs/>
          <w:sz w:val="24"/>
          <w:szCs w:val="24"/>
        </w:rPr>
        <w:t>5.</w:t>
      </w:r>
      <w:r w:rsidRPr="710586CC">
        <w:rPr>
          <w:rFonts w:ascii="Times New Roman" w:hAnsi="Times New Roman" w:cs="Times New Roman"/>
          <w:sz w:val="24"/>
          <w:szCs w:val="24"/>
        </w:rPr>
        <w:t xml:space="preserve"> AJ-s ei peaks</w:t>
      </w:r>
      <w:r w:rsidR="00C96F0F" w:rsidRPr="710586CC">
        <w:rPr>
          <w:rFonts w:ascii="Times New Roman" w:hAnsi="Times New Roman" w:cs="Times New Roman"/>
          <w:sz w:val="24"/>
          <w:szCs w:val="24"/>
        </w:rPr>
        <w:t xml:space="preserve"> kajastuma automaatpäringud (nn masin-masin päringud), mida tehakse üksnes andmekvaliteedi tagamise eesmärgil, vaid üksnes need päringud, mis on seotud isikuandmete kasutamisega konkreetse isiku suhtes. Lisaks võiks andmejälgijas kajastuda päringud hetkest, kui konkreetse isikuga seotud päringu vastus on tõesti avatud ja isikuandmeid vaadatud – nt ei ole alati teada inimese isikukood ja tehakse nimepäringuid, millisel juhul enamuse samanimeliste andmeid isegi ei avata, kinnistusraamatu päringuloogikaga on probleemid pikalt kestnud jms.</w:t>
      </w:r>
    </w:p>
    <w:p w14:paraId="0EA7010F" w14:textId="0F8E5D7B" w:rsidR="00C87069" w:rsidRDefault="00C87069" w:rsidP="710586CC">
      <w:pPr>
        <w:spacing w:after="0" w:line="240" w:lineRule="auto"/>
        <w:jc w:val="both"/>
        <w:rPr>
          <w:rFonts w:ascii="Times New Roman" w:hAnsi="Times New Roman" w:cs="Times New Roman"/>
          <w:sz w:val="24"/>
          <w:szCs w:val="24"/>
        </w:rPr>
      </w:pPr>
    </w:p>
    <w:p w14:paraId="18D91139" w14:textId="7441F2FB" w:rsidR="00C96F0F" w:rsidRPr="00DB1811" w:rsidRDefault="00B70E52" w:rsidP="00DB18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Samuti</w:t>
      </w:r>
      <w:r w:rsidR="00C96F0F" w:rsidRPr="00DB1811">
        <w:rPr>
          <w:rFonts w:ascii="Times New Roman" w:hAnsi="Times New Roman" w:cs="Times New Roman"/>
          <w:sz w:val="24"/>
          <w:szCs w:val="24"/>
        </w:rPr>
        <w:t xml:space="preserve"> tule</w:t>
      </w:r>
      <w:r>
        <w:rPr>
          <w:rFonts w:ascii="Times New Roman" w:hAnsi="Times New Roman" w:cs="Times New Roman"/>
          <w:sz w:val="24"/>
          <w:szCs w:val="24"/>
        </w:rPr>
        <w:t>b</w:t>
      </w:r>
      <w:r w:rsidR="00C96F0F" w:rsidRPr="00DB1811">
        <w:rPr>
          <w:rFonts w:ascii="Times New Roman" w:hAnsi="Times New Roman" w:cs="Times New Roman"/>
          <w:sz w:val="24"/>
          <w:szCs w:val="24"/>
        </w:rPr>
        <w:t xml:space="preserve"> andmekogude vastutavatele töötlejatele kehtestada kohustus:</w:t>
      </w:r>
    </w:p>
    <w:p w14:paraId="5A767FC9" w14:textId="77777777" w:rsidR="00C96F0F" w:rsidRPr="00DB1811" w:rsidRDefault="00C96F0F" w:rsidP="00DB1811">
      <w:pPr>
        <w:spacing w:after="0" w:line="240" w:lineRule="auto"/>
        <w:jc w:val="both"/>
        <w:rPr>
          <w:rFonts w:ascii="Times New Roman" w:hAnsi="Times New Roman" w:cs="Times New Roman"/>
          <w:sz w:val="24"/>
          <w:szCs w:val="24"/>
        </w:rPr>
      </w:pPr>
      <w:r w:rsidRPr="00DB1811">
        <w:rPr>
          <w:rFonts w:ascii="Times New Roman" w:hAnsi="Times New Roman" w:cs="Times New Roman"/>
          <w:sz w:val="24"/>
          <w:szCs w:val="24"/>
        </w:rPr>
        <w:t>•</w:t>
      </w:r>
      <w:r w:rsidRPr="00DB1811">
        <w:rPr>
          <w:rFonts w:ascii="Times New Roman" w:hAnsi="Times New Roman" w:cs="Times New Roman"/>
          <w:sz w:val="24"/>
          <w:szCs w:val="24"/>
        </w:rPr>
        <w:tab/>
        <w:t>koolitada kõiki andmekogu kasutajaid;</w:t>
      </w:r>
    </w:p>
    <w:p w14:paraId="0F11382F" w14:textId="77777777" w:rsidR="00C96F0F" w:rsidRPr="00DB1811" w:rsidRDefault="00C96F0F" w:rsidP="00DB1811">
      <w:pPr>
        <w:spacing w:after="0" w:line="240" w:lineRule="auto"/>
        <w:jc w:val="both"/>
        <w:rPr>
          <w:rFonts w:ascii="Times New Roman" w:hAnsi="Times New Roman" w:cs="Times New Roman"/>
          <w:sz w:val="24"/>
          <w:szCs w:val="24"/>
        </w:rPr>
      </w:pPr>
      <w:r w:rsidRPr="00DB1811">
        <w:rPr>
          <w:rFonts w:ascii="Times New Roman" w:hAnsi="Times New Roman" w:cs="Times New Roman"/>
          <w:sz w:val="24"/>
          <w:szCs w:val="24"/>
        </w:rPr>
        <w:t>•</w:t>
      </w:r>
      <w:r w:rsidRPr="00DB1811">
        <w:rPr>
          <w:rFonts w:ascii="Times New Roman" w:hAnsi="Times New Roman" w:cs="Times New Roman"/>
          <w:sz w:val="24"/>
          <w:szCs w:val="24"/>
        </w:rPr>
        <w:tab/>
        <w:t>luua kasutajate vajadustest lähtuvaid minimaalse andmekoosseisuga päringuid (nt juhtudel, kus piisab vastusest „jah/ei“, mida kõik süsteemid, sh STAR, praegu ei võimalda);</w:t>
      </w:r>
    </w:p>
    <w:p w14:paraId="22A527B6" w14:textId="217F7764" w:rsidR="00C96F0F" w:rsidRPr="00DB1811" w:rsidRDefault="00C96F0F" w:rsidP="00DB1811">
      <w:pPr>
        <w:spacing w:after="0" w:line="240" w:lineRule="auto"/>
        <w:jc w:val="both"/>
        <w:rPr>
          <w:rFonts w:ascii="Times New Roman" w:hAnsi="Times New Roman" w:cs="Times New Roman"/>
          <w:sz w:val="24"/>
          <w:szCs w:val="24"/>
        </w:rPr>
      </w:pPr>
      <w:r w:rsidRPr="00DB1811">
        <w:rPr>
          <w:rFonts w:ascii="Times New Roman" w:hAnsi="Times New Roman" w:cs="Times New Roman"/>
          <w:sz w:val="24"/>
          <w:szCs w:val="24"/>
        </w:rPr>
        <w:t>•</w:t>
      </w:r>
      <w:r w:rsidRPr="00DB1811">
        <w:rPr>
          <w:rFonts w:ascii="Times New Roman" w:hAnsi="Times New Roman" w:cs="Times New Roman"/>
          <w:sz w:val="24"/>
          <w:szCs w:val="24"/>
        </w:rPr>
        <w:tab/>
        <w:t>tagada tehniline võimalus märkida andmekogus</w:t>
      </w:r>
      <w:r w:rsidR="00353191">
        <w:rPr>
          <w:rFonts w:ascii="Times New Roman" w:hAnsi="Times New Roman" w:cs="Times New Roman"/>
          <w:sz w:val="24"/>
          <w:szCs w:val="24"/>
        </w:rPr>
        <w:t xml:space="preserve"> </w:t>
      </w:r>
      <w:r w:rsidRPr="00DB1811">
        <w:rPr>
          <w:rFonts w:ascii="Times New Roman" w:hAnsi="Times New Roman" w:cs="Times New Roman"/>
          <w:sz w:val="24"/>
          <w:szCs w:val="24"/>
        </w:rPr>
        <w:t>päringu tegemise põhjus, nagu see on lahendatud rahvastikuregistris.</w:t>
      </w:r>
    </w:p>
    <w:p w14:paraId="05F8BC1A" w14:textId="2C665D3C" w:rsidR="00F5269B" w:rsidRDefault="00F5269B" w:rsidP="710586CC">
      <w:pPr>
        <w:spacing w:after="0" w:line="240" w:lineRule="auto"/>
        <w:jc w:val="both"/>
        <w:rPr>
          <w:rFonts w:ascii="Times New Roman" w:hAnsi="Times New Roman" w:cs="Times New Roman"/>
          <w:sz w:val="24"/>
          <w:szCs w:val="24"/>
        </w:rPr>
      </w:pPr>
    </w:p>
    <w:p w14:paraId="7BD6BAD0" w14:textId="77777777" w:rsidR="00F5269B" w:rsidRDefault="00F5269B" w:rsidP="00BB6975">
      <w:pPr>
        <w:spacing w:after="0" w:line="240" w:lineRule="auto"/>
        <w:jc w:val="both"/>
        <w:rPr>
          <w:rFonts w:ascii="Times New Roman" w:hAnsi="Times New Roman" w:cs="Times New Roman"/>
          <w:sz w:val="24"/>
          <w:szCs w:val="24"/>
        </w:rPr>
      </w:pPr>
    </w:p>
    <w:p w14:paraId="52249C76" w14:textId="06DFA4AE" w:rsidR="007907B6" w:rsidRPr="00BB6975" w:rsidRDefault="007907B6"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Lugupidamisega</w:t>
      </w:r>
    </w:p>
    <w:p w14:paraId="505F3DC3" w14:textId="77777777" w:rsidR="00324CB2" w:rsidRPr="00BB6975" w:rsidRDefault="00324CB2" w:rsidP="00BB6975">
      <w:pPr>
        <w:spacing w:after="0" w:line="240" w:lineRule="auto"/>
        <w:jc w:val="both"/>
        <w:rPr>
          <w:rFonts w:ascii="Times New Roman" w:hAnsi="Times New Roman" w:cs="Times New Roman"/>
          <w:sz w:val="24"/>
          <w:szCs w:val="24"/>
        </w:rPr>
      </w:pPr>
    </w:p>
    <w:p w14:paraId="61932F62" w14:textId="73EE1E12" w:rsidR="007907B6" w:rsidRPr="00BB6975" w:rsidRDefault="00F7556A"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/allkirjastatud digitaalselt/</w:t>
      </w:r>
    </w:p>
    <w:p w14:paraId="668DBE9B" w14:textId="7EF9E703" w:rsidR="007907B6" w:rsidRPr="00BB6975" w:rsidRDefault="00F7556A"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Veikko Luhalaid</w:t>
      </w:r>
    </w:p>
    <w:p w14:paraId="410E2D41" w14:textId="71FDB6B0" w:rsidR="00BF2EEB" w:rsidRPr="00BB6975" w:rsidRDefault="00AA25BF" w:rsidP="00BB6975">
      <w:pPr>
        <w:spacing w:after="0" w:line="240" w:lineRule="auto"/>
        <w:jc w:val="both"/>
        <w:rPr>
          <w:rFonts w:ascii="Times New Roman" w:hAnsi="Times New Roman" w:cs="Times New Roman"/>
          <w:sz w:val="24"/>
          <w:szCs w:val="24"/>
        </w:rPr>
      </w:pPr>
      <w:r w:rsidRPr="00BB6975">
        <w:rPr>
          <w:rFonts w:ascii="Times New Roman" w:hAnsi="Times New Roman" w:cs="Times New Roman"/>
          <w:sz w:val="24"/>
          <w:szCs w:val="24"/>
        </w:rPr>
        <w:t>t</w:t>
      </w:r>
      <w:r w:rsidR="00BF2EEB" w:rsidRPr="00BB6975">
        <w:rPr>
          <w:rFonts w:ascii="Times New Roman" w:hAnsi="Times New Roman" w:cs="Times New Roman"/>
          <w:sz w:val="24"/>
          <w:szCs w:val="24"/>
        </w:rPr>
        <w:t>egevdirektor</w:t>
      </w:r>
    </w:p>
    <w:p w14:paraId="655A0BC9" w14:textId="77777777" w:rsidR="00AA25BF" w:rsidRPr="00BB6975" w:rsidRDefault="00AA25BF" w:rsidP="00BB6975">
      <w:pPr>
        <w:spacing w:after="0" w:line="240" w:lineRule="auto"/>
        <w:jc w:val="both"/>
        <w:rPr>
          <w:rFonts w:ascii="Times New Roman" w:hAnsi="Times New Roman" w:cs="Times New Roman"/>
          <w:sz w:val="24"/>
          <w:szCs w:val="24"/>
        </w:rPr>
      </w:pPr>
    </w:p>
    <w:p w14:paraId="5AD25A47" w14:textId="77777777" w:rsidR="00BB6975" w:rsidRDefault="00BB6975" w:rsidP="00BB6975">
      <w:pPr>
        <w:spacing w:after="0" w:line="240" w:lineRule="auto"/>
        <w:jc w:val="both"/>
        <w:rPr>
          <w:rFonts w:ascii="Times New Roman" w:hAnsi="Times New Roman" w:cs="Times New Roman"/>
          <w:sz w:val="24"/>
          <w:szCs w:val="24"/>
        </w:rPr>
      </w:pPr>
    </w:p>
    <w:p w14:paraId="4C066DA8" w14:textId="4BDAA825" w:rsidR="005B17E1" w:rsidRDefault="005B17E1" w:rsidP="710586CC">
      <w:pPr>
        <w:spacing w:after="0" w:line="240" w:lineRule="auto"/>
        <w:jc w:val="both"/>
        <w:rPr>
          <w:rFonts w:ascii="Times New Roman" w:hAnsi="Times New Roman" w:cs="Times New Roman"/>
          <w:sz w:val="24"/>
          <w:szCs w:val="24"/>
        </w:rPr>
      </w:pPr>
    </w:p>
    <w:p w14:paraId="0BA7B39C" w14:textId="75BEB886" w:rsidR="00FB0963" w:rsidRDefault="001F1494" w:rsidP="00BB69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Annemarii Hunt</w:t>
      </w:r>
    </w:p>
    <w:p w14:paraId="6703B462" w14:textId="0A28E3A6" w:rsidR="001F1494" w:rsidRDefault="001F1494" w:rsidP="00BB6975">
      <w:pPr>
        <w:spacing w:after="0" w:line="240" w:lineRule="auto"/>
        <w:jc w:val="both"/>
        <w:rPr>
          <w:rFonts w:ascii="Times New Roman" w:hAnsi="Times New Roman" w:cs="Times New Roman"/>
          <w:sz w:val="24"/>
          <w:szCs w:val="24"/>
        </w:rPr>
      </w:pPr>
      <w:hyperlink r:id="rId11">
        <w:r w:rsidRPr="710586CC">
          <w:rPr>
            <w:rStyle w:val="Hyperlink"/>
            <w:rFonts w:ascii="Times New Roman" w:hAnsi="Times New Roman" w:cs="Times New Roman"/>
            <w:sz w:val="24"/>
            <w:szCs w:val="24"/>
          </w:rPr>
          <w:t>annemarii.hunt@elvl.ee</w:t>
        </w:r>
      </w:hyperlink>
      <w:r w:rsidRPr="710586CC">
        <w:rPr>
          <w:rFonts w:ascii="Times New Roman" w:hAnsi="Times New Roman" w:cs="Times New Roman"/>
          <w:sz w:val="24"/>
          <w:szCs w:val="24"/>
        </w:rPr>
        <w:t xml:space="preserve"> </w:t>
      </w:r>
    </w:p>
    <w:p w14:paraId="5E944724" w14:textId="441AFB18" w:rsidR="710586CC" w:rsidRDefault="710586CC" w:rsidP="710586CC">
      <w:pPr>
        <w:spacing w:after="0" w:line="240" w:lineRule="auto"/>
        <w:jc w:val="both"/>
        <w:rPr>
          <w:rFonts w:ascii="Times New Roman" w:hAnsi="Times New Roman" w:cs="Times New Roman"/>
          <w:sz w:val="24"/>
          <w:szCs w:val="24"/>
        </w:rPr>
      </w:pPr>
    </w:p>
    <w:p w14:paraId="25CF5F44" w14:textId="475B5223" w:rsidR="7B2E4A4D" w:rsidRDefault="7B2E4A4D" w:rsidP="710586CC">
      <w:pPr>
        <w:spacing w:after="0" w:line="240" w:lineRule="auto"/>
        <w:jc w:val="both"/>
        <w:rPr>
          <w:rFonts w:ascii="Times New Roman" w:hAnsi="Times New Roman" w:cs="Times New Roman"/>
          <w:sz w:val="24"/>
          <w:szCs w:val="24"/>
        </w:rPr>
      </w:pPr>
      <w:r w:rsidRPr="710586CC">
        <w:rPr>
          <w:rFonts w:ascii="Times New Roman" w:hAnsi="Times New Roman" w:cs="Times New Roman"/>
          <w:sz w:val="24"/>
          <w:szCs w:val="24"/>
        </w:rPr>
        <w:t>Kaimo Käärmann-Liive</w:t>
      </w:r>
    </w:p>
    <w:p w14:paraId="4B7075AC" w14:textId="1F8E4342" w:rsidR="004015D6" w:rsidRDefault="004015D6" w:rsidP="710586CC">
      <w:pPr>
        <w:spacing w:after="0" w:line="240" w:lineRule="auto"/>
        <w:jc w:val="both"/>
        <w:rPr>
          <w:rFonts w:ascii="Times New Roman" w:hAnsi="Times New Roman" w:cs="Times New Roman"/>
          <w:sz w:val="24"/>
          <w:szCs w:val="24"/>
        </w:rPr>
      </w:pPr>
      <w:hyperlink r:id="rId12">
        <w:r w:rsidRPr="710586CC">
          <w:rPr>
            <w:rStyle w:val="Hyperlink"/>
            <w:rFonts w:ascii="Times New Roman" w:hAnsi="Times New Roman" w:cs="Times New Roman"/>
            <w:sz w:val="24"/>
            <w:szCs w:val="24"/>
          </w:rPr>
          <w:t>ka</w:t>
        </w:r>
        <w:r w:rsidR="7B2E4A4D" w:rsidRPr="710586CC">
          <w:rPr>
            <w:rStyle w:val="Hyperlink"/>
            <w:rFonts w:ascii="Times New Roman" w:hAnsi="Times New Roman" w:cs="Times New Roman"/>
            <w:sz w:val="24"/>
            <w:szCs w:val="24"/>
          </w:rPr>
          <w:t>imo@elvl.ee</w:t>
        </w:r>
      </w:hyperlink>
      <w:r w:rsidR="7B2E4A4D" w:rsidRPr="710586CC">
        <w:rPr>
          <w:rFonts w:ascii="Times New Roman" w:hAnsi="Times New Roman" w:cs="Times New Roman"/>
          <w:sz w:val="24"/>
          <w:szCs w:val="24"/>
        </w:rPr>
        <w:t xml:space="preserve">  </w:t>
      </w:r>
    </w:p>
    <w:sectPr w:rsidR="004015D6" w:rsidSect="00F5720E">
      <w:headerReference w:type="default" r:id="rId13"/>
      <w:headerReference w:type="first" r:id="rId14"/>
      <w:footerReference w:type="first" r:id="rId15"/>
      <w:pgSz w:w="11906" w:h="16838"/>
      <w:pgMar w:top="1134" w:right="1247" w:bottom="1021"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976CE" w14:textId="77777777" w:rsidR="0094605A" w:rsidRDefault="0094605A" w:rsidP="00CC6F01">
      <w:pPr>
        <w:spacing w:after="0" w:line="240" w:lineRule="auto"/>
      </w:pPr>
      <w:r>
        <w:separator/>
      </w:r>
    </w:p>
  </w:endnote>
  <w:endnote w:type="continuationSeparator" w:id="0">
    <w:p w14:paraId="5EA61314" w14:textId="77777777" w:rsidR="0094605A" w:rsidRDefault="0094605A" w:rsidP="00CC6F01">
      <w:pPr>
        <w:spacing w:after="0" w:line="240" w:lineRule="auto"/>
      </w:pPr>
      <w:r>
        <w:continuationSeparator/>
      </w:r>
    </w:p>
  </w:endnote>
  <w:endnote w:type="continuationNotice" w:id="1">
    <w:p w14:paraId="644C33C7" w14:textId="77777777" w:rsidR="0094605A" w:rsidRDefault="009460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4A8D7" w14:textId="77777777" w:rsidR="00CC6F01" w:rsidRDefault="00CC6F01" w:rsidP="00CC6F01">
    <w:pPr>
      <w:pStyle w:val="Footer"/>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2A3DFA7A" w14:textId="004CBEBB" w:rsidR="00CC6F01" w:rsidRPr="00B35229" w:rsidRDefault="00057262" w:rsidP="00CC6F01">
    <w:pPr>
      <w:pStyle w:val="Footer"/>
      <w:rPr>
        <w:rFonts w:ascii="Calibri" w:hAnsi="Calibri" w:cs="Calibri"/>
        <w:color w:val="3B9CCD"/>
        <w:sz w:val="18"/>
        <w:szCs w:val="18"/>
      </w:rPr>
    </w:pPr>
    <w:r>
      <w:rPr>
        <w:rFonts w:ascii="Calibri" w:hAnsi="Calibri" w:cs="Calibri"/>
        <w:color w:val="3B9CCD"/>
        <w:sz w:val="18"/>
        <w:szCs w:val="18"/>
      </w:rPr>
      <w:t xml:space="preserve">Lõkke 4 </w:t>
    </w:r>
    <w:r>
      <w:rPr>
        <w:rFonts w:ascii="Calibri" w:hAnsi="Calibri" w:cs="Calibri"/>
        <w:color w:val="3B9CCD"/>
        <w:sz w:val="18"/>
        <w:szCs w:val="18"/>
      </w:rPr>
      <w:tab/>
      <w:t xml:space="preserve">                  </w:t>
    </w:r>
    <w:r w:rsidR="003F07CD">
      <w:rPr>
        <w:rFonts w:ascii="Calibri" w:hAnsi="Calibri" w:cs="Calibri"/>
        <w:color w:val="3B9CCD"/>
        <w:sz w:val="18"/>
        <w:szCs w:val="18"/>
      </w:rPr>
      <w:t xml:space="preserve">          </w:t>
    </w:r>
    <w:r w:rsidR="004B4032">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26BEE0E8" w14:textId="0341DB5D" w:rsidR="00CC6F01" w:rsidRPr="00B35229" w:rsidRDefault="004B4032" w:rsidP="00CC6F01">
    <w:pPr>
      <w:pStyle w:val="Footer"/>
      <w:rPr>
        <w:rFonts w:ascii="Calibri" w:hAnsi="Calibri" w:cs="Calibri"/>
        <w:color w:val="3B9CCD"/>
        <w:sz w:val="18"/>
        <w:szCs w:val="18"/>
      </w:rPr>
    </w:pPr>
    <w:r>
      <w:rPr>
        <w:rFonts w:ascii="Calibri" w:hAnsi="Calibri" w:cs="Calibri"/>
        <w:color w:val="3B9CCD"/>
        <w:sz w:val="18"/>
        <w:szCs w:val="18"/>
      </w:rPr>
      <w:t>101</w:t>
    </w:r>
    <w:r w:rsidR="002C1165">
      <w:rPr>
        <w:rFonts w:ascii="Calibri" w:hAnsi="Calibri" w:cs="Calibri"/>
        <w:color w:val="3B9CCD"/>
        <w:sz w:val="18"/>
        <w:szCs w:val="18"/>
      </w:rPr>
      <w:t>22</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y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03C6DBCF" w14:textId="77777777" w:rsidR="00CC6F01" w:rsidRPr="00CC6F01" w:rsidRDefault="002A3A29">
    <w:pPr>
      <w:pStyle w:val="Footer"/>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E3053" w14:textId="77777777" w:rsidR="0094605A" w:rsidRDefault="0094605A" w:rsidP="00CC6F01">
      <w:pPr>
        <w:spacing w:after="0" w:line="240" w:lineRule="auto"/>
      </w:pPr>
      <w:r>
        <w:separator/>
      </w:r>
    </w:p>
  </w:footnote>
  <w:footnote w:type="continuationSeparator" w:id="0">
    <w:p w14:paraId="0EA0E415" w14:textId="77777777" w:rsidR="0094605A" w:rsidRDefault="0094605A" w:rsidP="00CC6F01">
      <w:pPr>
        <w:spacing w:after="0" w:line="240" w:lineRule="auto"/>
      </w:pPr>
      <w:r>
        <w:continuationSeparator/>
      </w:r>
    </w:p>
  </w:footnote>
  <w:footnote w:type="continuationNotice" w:id="1">
    <w:p w14:paraId="2D6FF6CC" w14:textId="77777777" w:rsidR="0094605A" w:rsidRDefault="009460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9905C" w14:textId="77777777" w:rsidR="00CC6F01" w:rsidRDefault="00CC6F01">
    <w:pPr>
      <w:pStyle w:val="Header"/>
    </w:pPr>
  </w:p>
  <w:p w14:paraId="53C3EFBD" w14:textId="77777777" w:rsidR="00CC6F01" w:rsidRDefault="00CC6F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D7C5B" w14:textId="77777777" w:rsidR="00CC6F01" w:rsidRDefault="00CC6F01">
    <w:pPr>
      <w:pStyle w:val="Header"/>
    </w:pPr>
    <w:r>
      <w:rPr>
        <w:noProof/>
        <w:lang w:eastAsia="et-EE"/>
      </w:rPr>
      <w:drawing>
        <wp:inline distT="0" distB="0" distL="0" distR="0" wp14:anchorId="609DED69" wp14:editId="25A9CFE1">
          <wp:extent cx="5760720" cy="786765"/>
          <wp:effectExtent l="0" t="0" r="0" b="0"/>
          <wp:docPr id="1502269705"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396"/>
    <w:multiLevelType w:val="multilevel"/>
    <w:tmpl w:val="F166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A62E12"/>
    <w:multiLevelType w:val="multilevel"/>
    <w:tmpl w:val="A9CCA8BA"/>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8445496"/>
    <w:multiLevelType w:val="multilevel"/>
    <w:tmpl w:val="9A7644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C717D4E"/>
    <w:multiLevelType w:val="hybridMultilevel"/>
    <w:tmpl w:val="9EF485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300EEF"/>
    <w:multiLevelType w:val="multilevel"/>
    <w:tmpl w:val="524CB1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35D1CF8"/>
    <w:multiLevelType w:val="hybridMultilevel"/>
    <w:tmpl w:val="F14A4A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234755"/>
    <w:multiLevelType w:val="multilevel"/>
    <w:tmpl w:val="A120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046E11"/>
    <w:multiLevelType w:val="hybridMultilevel"/>
    <w:tmpl w:val="7674A6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6A49C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E239FE"/>
    <w:multiLevelType w:val="multilevel"/>
    <w:tmpl w:val="70EC7E38"/>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18675DD2"/>
    <w:multiLevelType w:val="hybridMultilevel"/>
    <w:tmpl w:val="D6507DFA"/>
    <w:lvl w:ilvl="0" w:tplc="0425000F">
      <w:start w:val="1"/>
      <w:numFmt w:val="decimal"/>
      <w:lvlText w:val="%1."/>
      <w:lvlJc w:val="left"/>
      <w:pPr>
        <w:ind w:left="501"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CE1117E"/>
    <w:multiLevelType w:val="multilevel"/>
    <w:tmpl w:val="2C1A3056"/>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1F4425F0"/>
    <w:multiLevelType w:val="hybridMultilevel"/>
    <w:tmpl w:val="7DEA1FFA"/>
    <w:lvl w:ilvl="0" w:tplc="6674F0B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3"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F9D6666"/>
    <w:multiLevelType w:val="hybridMultilevel"/>
    <w:tmpl w:val="76FE4E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0A73F9C"/>
    <w:multiLevelType w:val="multilevel"/>
    <w:tmpl w:val="E86A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1123705"/>
    <w:multiLevelType w:val="hybridMultilevel"/>
    <w:tmpl w:val="DB002F9A"/>
    <w:lvl w:ilvl="0" w:tplc="2CAAFD8E">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7" w15:restartNumberingAfterBreak="0">
    <w:nsid w:val="31D16032"/>
    <w:multiLevelType w:val="hybridMultilevel"/>
    <w:tmpl w:val="9A5A189E"/>
    <w:lvl w:ilvl="0" w:tplc="30FA3110">
      <w:start w:val="1"/>
      <w:numFmt w:val="decimal"/>
      <w:lvlText w:val="%1)"/>
      <w:lvlJc w:val="left"/>
      <w:pPr>
        <w:ind w:left="1287" w:hanging="360"/>
      </w:pPr>
      <w:rPr>
        <w:rFonts w:hint="default"/>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18" w15:restartNumberingAfterBreak="0">
    <w:nsid w:val="326050B3"/>
    <w:multiLevelType w:val="multilevel"/>
    <w:tmpl w:val="4AE4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5A306E"/>
    <w:multiLevelType w:val="hybridMultilevel"/>
    <w:tmpl w:val="67F80A94"/>
    <w:lvl w:ilvl="0" w:tplc="3F20372E">
      <w:start w:val="1"/>
      <w:numFmt w:val="decimal"/>
      <w:lvlText w:val="%1)"/>
      <w:lvlJc w:val="left"/>
      <w:pPr>
        <w:ind w:left="927" w:hanging="360"/>
      </w:pPr>
      <w:rPr>
        <w:rFonts w:ascii="Times New Roman" w:eastAsiaTheme="minorHAnsi" w:hAnsi="Times New Roman" w:cs="Times New Roman"/>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0" w15:restartNumberingAfterBreak="0">
    <w:nsid w:val="344E647B"/>
    <w:multiLevelType w:val="multilevel"/>
    <w:tmpl w:val="F918C9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5006F97"/>
    <w:multiLevelType w:val="hybridMultilevel"/>
    <w:tmpl w:val="B1127A2E"/>
    <w:lvl w:ilvl="0" w:tplc="E4EA7BC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2" w15:restartNumberingAfterBreak="0">
    <w:nsid w:val="36C01923"/>
    <w:multiLevelType w:val="multilevel"/>
    <w:tmpl w:val="12E8D1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75563F2"/>
    <w:multiLevelType w:val="hybridMultilevel"/>
    <w:tmpl w:val="FA96F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8073222"/>
    <w:multiLevelType w:val="hybridMultilevel"/>
    <w:tmpl w:val="397CA3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D396D94"/>
    <w:multiLevelType w:val="multilevel"/>
    <w:tmpl w:val="230025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3F6E244E"/>
    <w:multiLevelType w:val="multilevel"/>
    <w:tmpl w:val="1500E6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3FC51CBB"/>
    <w:multiLevelType w:val="multilevel"/>
    <w:tmpl w:val="A9CCA8BA"/>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404F692D"/>
    <w:multiLevelType w:val="hybridMultilevel"/>
    <w:tmpl w:val="2F88F0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17A37DE"/>
    <w:multiLevelType w:val="multilevel"/>
    <w:tmpl w:val="E36AF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490384"/>
    <w:multiLevelType w:val="multilevel"/>
    <w:tmpl w:val="11B468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53D309BB"/>
    <w:multiLevelType w:val="multilevel"/>
    <w:tmpl w:val="D26E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494923"/>
    <w:multiLevelType w:val="hybridMultilevel"/>
    <w:tmpl w:val="D5829E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5CB152C"/>
    <w:multiLevelType w:val="hybridMultilevel"/>
    <w:tmpl w:val="A888006E"/>
    <w:lvl w:ilvl="0" w:tplc="9C06304E">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6135D81"/>
    <w:multiLevelType w:val="hybridMultilevel"/>
    <w:tmpl w:val="455A0B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4067880"/>
    <w:multiLevelType w:val="multilevel"/>
    <w:tmpl w:val="2C1A3056"/>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64F601D6"/>
    <w:multiLevelType w:val="multilevel"/>
    <w:tmpl w:val="3DA42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6AFB72E7"/>
    <w:multiLevelType w:val="hybridMultilevel"/>
    <w:tmpl w:val="B0F2E0BC"/>
    <w:lvl w:ilvl="0" w:tplc="13EEFC32">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DB4716F"/>
    <w:multiLevelType w:val="multilevel"/>
    <w:tmpl w:val="755CDABC"/>
    <w:lvl w:ilvl="0">
      <w:start w:val="1"/>
      <w:numFmt w:val="bullet"/>
      <w:lvlText w:val=""/>
      <w:lvlJc w:val="left"/>
      <w:pPr>
        <w:ind w:left="720" w:hanging="360"/>
      </w:pPr>
      <w:rPr>
        <w:rFonts w:ascii="Symbol" w:hAnsi="Symbol"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9" w15:restartNumberingAfterBreak="0">
    <w:nsid w:val="711D46E4"/>
    <w:multiLevelType w:val="multilevel"/>
    <w:tmpl w:val="70EC7E38"/>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720629CE"/>
    <w:multiLevelType w:val="hybridMultilevel"/>
    <w:tmpl w:val="2F88F08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3CD5CE6"/>
    <w:multiLevelType w:val="hybridMultilevel"/>
    <w:tmpl w:val="6D2EDC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3DB74CE"/>
    <w:multiLevelType w:val="hybridMultilevel"/>
    <w:tmpl w:val="54A6F93E"/>
    <w:lvl w:ilvl="0" w:tplc="63682B80">
      <w:start w:val="1"/>
      <w:numFmt w:val="decimal"/>
      <w:lvlText w:val="%1."/>
      <w:lvlJc w:val="left"/>
      <w:pPr>
        <w:ind w:left="861" w:hanging="360"/>
      </w:pPr>
      <w:rPr>
        <w:rFonts w:hint="default"/>
      </w:rPr>
    </w:lvl>
    <w:lvl w:ilvl="1" w:tplc="04250019" w:tentative="1">
      <w:start w:val="1"/>
      <w:numFmt w:val="lowerLetter"/>
      <w:lvlText w:val="%2."/>
      <w:lvlJc w:val="left"/>
      <w:pPr>
        <w:ind w:left="1581" w:hanging="360"/>
      </w:pPr>
    </w:lvl>
    <w:lvl w:ilvl="2" w:tplc="0425001B" w:tentative="1">
      <w:start w:val="1"/>
      <w:numFmt w:val="lowerRoman"/>
      <w:lvlText w:val="%3."/>
      <w:lvlJc w:val="right"/>
      <w:pPr>
        <w:ind w:left="2301" w:hanging="180"/>
      </w:pPr>
    </w:lvl>
    <w:lvl w:ilvl="3" w:tplc="0425000F" w:tentative="1">
      <w:start w:val="1"/>
      <w:numFmt w:val="decimal"/>
      <w:lvlText w:val="%4."/>
      <w:lvlJc w:val="left"/>
      <w:pPr>
        <w:ind w:left="3021" w:hanging="360"/>
      </w:pPr>
    </w:lvl>
    <w:lvl w:ilvl="4" w:tplc="04250019" w:tentative="1">
      <w:start w:val="1"/>
      <w:numFmt w:val="lowerLetter"/>
      <w:lvlText w:val="%5."/>
      <w:lvlJc w:val="left"/>
      <w:pPr>
        <w:ind w:left="3741" w:hanging="360"/>
      </w:pPr>
    </w:lvl>
    <w:lvl w:ilvl="5" w:tplc="0425001B" w:tentative="1">
      <w:start w:val="1"/>
      <w:numFmt w:val="lowerRoman"/>
      <w:lvlText w:val="%6."/>
      <w:lvlJc w:val="right"/>
      <w:pPr>
        <w:ind w:left="4461" w:hanging="180"/>
      </w:pPr>
    </w:lvl>
    <w:lvl w:ilvl="6" w:tplc="0425000F" w:tentative="1">
      <w:start w:val="1"/>
      <w:numFmt w:val="decimal"/>
      <w:lvlText w:val="%7."/>
      <w:lvlJc w:val="left"/>
      <w:pPr>
        <w:ind w:left="5181" w:hanging="360"/>
      </w:pPr>
    </w:lvl>
    <w:lvl w:ilvl="7" w:tplc="04250019" w:tentative="1">
      <w:start w:val="1"/>
      <w:numFmt w:val="lowerLetter"/>
      <w:lvlText w:val="%8."/>
      <w:lvlJc w:val="left"/>
      <w:pPr>
        <w:ind w:left="5901" w:hanging="360"/>
      </w:pPr>
    </w:lvl>
    <w:lvl w:ilvl="8" w:tplc="0425001B" w:tentative="1">
      <w:start w:val="1"/>
      <w:numFmt w:val="lowerRoman"/>
      <w:lvlText w:val="%9."/>
      <w:lvlJc w:val="right"/>
      <w:pPr>
        <w:ind w:left="6621" w:hanging="180"/>
      </w:pPr>
    </w:lvl>
  </w:abstractNum>
  <w:abstractNum w:abstractNumId="43" w15:restartNumberingAfterBreak="0">
    <w:nsid w:val="7615574B"/>
    <w:multiLevelType w:val="hybridMultilevel"/>
    <w:tmpl w:val="AAB2FC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84E24A3"/>
    <w:multiLevelType w:val="multilevel"/>
    <w:tmpl w:val="A9CCA8BA"/>
    <w:lvl w:ilvl="0">
      <w:start w:val="1"/>
      <w:numFmt w:val="decimal"/>
      <w:lvlText w:val="%1."/>
      <w:lvlJc w:val="left"/>
      <w:pPr>
        <w:ind w:left="720" w:hanging="360"/>
      </w:pPr>
      <w:rPr>
        <w:rFonts w:hint="default"/>
      </w:rPr>
    </w:lvl>
    <w:lvl w:ilvl="1">
      <w:start w:val="1"/>
      <w:numFmt w:val="bullet"/>
      <w:lvlText w:val=""/>
      <w:lvlJc w:val="left"/>
      <w:pPr>
        <w:ind w:left="927" w:hanging="360"/>
      </w:pPr>
      <w:rPr>
        <w:rFonts w:ascii="Symbol" w:hAnsi="Symbol" w:hint="default"/>
      </w:rPr>
    </w:lvl>
    <w:lvl w:ilvl="2">
      <w:start w:val="1"/>
      <w:numFmt w:val="bullet"/>
      <w:lvlText w:val="o"/>
      <w:lvlJc w:val="left"/>
      <w:pPr>
        <w:ind w:left="1134" w:hanging="360"/>
      </w:pPr>
      <w:rPr>
        <w:rFonts w:ascii="Courier New" w:hAnsi="Courier New" w:cs="Courier New"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5" w15:restartNumberingAfterBreak="0">
    <w:nsid w:val="79FC7F3C"/>
    <w:multiLevelType w:val="multilevel"/>
    <w:tmpl w:val="D0EEF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B6D598F"/>
    <w:multiLevelType w:val="multilevel"/>
    <w:tmpl w:val="358C8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99595736">
    <w:abstractNumId w:val="34"/>
  </w:num>
  <w:num w:numId="2" w16cid:durableId="1496414306">
    <w:abstractNumId w:val="8"/>
  </w:num>
  <w:num w:numId="3" w16cid:durableId="676542238">
    <w:abstractNumId w:val="22"/>
  </w:num>
  <w:num w:numId="4" w16cid:durableId="1220675778">
    <w:abstractNumId w:val="10"/>
  </w:num>
  <w:num w:numId="5" w16cid:durableId="1705982614">
    <w:abstractNumId w:val="42"/>
  </w:num>
  <w:num w:numId="6" w16cid:durableId="1268612034">
    <w:abstractNumId w:val="24"/>
  </w:num>
  <w:num w:numId="7" w16cid:durableId="1957179529">
    <w:abstractNumId w:val="23"/>
  </w:num>
  <w:num w:numId="8" w16cid:durableId="1094938174">
    <w:abstractNumId w:val="19"/>
  </w:num>
  <w:num w:numId="9" w16cid:durableId="1507939149">
    <w:abstractNumId w:val="12"/>
  </w:num>
  <w:num w:numId="10" w16cid:durableId="498080055">
    <w:abstractNumId w:val="17"/>
  </w:num>
  <w:num w:numId="11" w16cid:durableId="1288583542">
    <w:abstractNumId w:val="16"/>
  </w:num>
  <w:num w:numId="12" w16cid:durableId="440227006">
    <w:abstractNumId w:val="37"/>
  </w:num>
  <w:num w:numId="13" w16cid:durableId="1777560707">
    <w:abstractNumId w:val="21"/>
  </w:num>
  <w:num w:numId="14" w16cid:durableId="291060330">
    <w:abstractNumId w:val="33"/>
  </w:num>
  <w:num w:numId="15" w16cid:durableId="2415316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2086685">
    <w:abstractNumId w:val="14"/>
  </w:num>
  <w:num w:numId="17" w16cid:durableId="190535394">
    <w:abstractNumId w:val="43"/>
  </w:num>
  <w:num w:numId="18" w16cid:durableId="1165362559">
    <w:abstractNumId w:val="40"/>
  </w:num>
  <w:num w:numId="19" w16cid:durableId="696545109">
    <w:abstractNumId w:val="28"/>
  </w:num>
  <w:num w:numId="20" w16cid:durableId="114494262">
    <w:abstractNumId w:val="7"/>
  </w:num>
  <w:num w:numId="21" w16cid:durableId="939484351">
    <w:abstractNumId w:val="41"/>
  </w:num>
  <w:num w:numId="22" w16cid:durableId="1122190528">
    <w:abstractNumId w:val="3"/>
  </w:num>
  <w:num w:numId="23" w16cid:durableId="1899633728">
    <w:abstractNumId w:val="32"/>
  </w:num>
  <w:num w:numId="24" w16cid:durableId="1368722078">
    <w:abstractNumId w:val="5"/>
  </w:num>
  <w:num w:numId="25" w16cid:durableId="396436577">
    <w:abstractNumId w:val="39"/>
  </w:num>
  <w:num w:numId="26" w16cid:durableId="2106730150">
    <w:abstractNumId w:val="9"/>
  </w:num>
  <w:num w:numId="27" w16cid:durableId="208150132">
    <w:abstractNumId w:val="46"/>
  </w:num>
  <w:num w:numId="28" w16cid:durableId="999849795">
    <w:abstractNumId w:val="0"/>
  </w:num>
  <w:num w:numId="29" w16cid:durableId="892619711">
    <w:abstractNumId w:val="45"/>
  </w:num>
  <w:num w:numId="30" w16cid:durableId="467816781">
    <w:abstractNumId w:val="6"/>
  </w:num>
  <w:num w:numId="31" w16cid:durableId="1574507411">
    <w:abstractNumId w:val="29"/>
  </w:num>
  <w:num w:numId="32" w16cid:durableId="1389960692">
    <w:abstractNumId w:val="15"/>
  </w:num>
  <w:num w:numId="33" w16cid:durableId="1963657603">
    <w:abstractNumId w:val="31"/>
  </w:num>
  <w:num w:numId="34" w16cid:durableId="912200763">
    <w:abstractNumId w:val="2"/>
  </w:num>
  <w:num w:numId="35" w16cid:durableId="328753098">
    <w:abstractNumId w:val="30"/>
  </w:num>
  <w:num w:numId="36" w16cid:durableId="922837840">
    <w:abstractNumId w:val="4"/>
  </w:num>
  <w:num w:numId="37" w16cid:durableId="1497303746">
    <w:abstractNumId w:val="26"/>
  </w:num>
  <w:num w:numId="38" w16cid:durableId="196430080">
    <w:abstractNumId w:val="36"/>
  </w:num>
  <w:num w:numId="39" w16cid:durableId="1300917387">
    <w:abstractNumId w:val="25"/>
  </w:num>
  <w:num w:numId="40" w16cid:durableId="1407023485">
    <w:abstractNumId w:val="11"/>
  </w:num>
  <w:num w:numId="41" w16cid:durableId="1420325210">
    <w:abstractNumId w:val="35"/>
  </w:num>
  <w:num w:numId="42" w16cid:durableId="1716616515">
    <w:abstractNumId w:val="27"/>
  </w:num>
  <w:num w:numId="43" w16cid:durableId="1080786855">
    <w:abstractNumId w:val="44"/>
  </w:num>
  <w:num w:numId="44" w16cid:durableId="303315672">
    <w:abstractNumId w:val="38"/>
  </w:num>
  <w:num w:numId="45" w16cid:durableId="1095444482">
    <w:abstractNumId w:val="1"/>
  </w:num>
  <w:num w:numId="46" w16cid:durableId="1073048750">
    <w:abstractNumId w:val="18"/>
  </w:num>
  <w:num w:numId="47" w16cid:durableId="13870305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7B6"/>
    <w:rsid w:val="00002E25"/>
    <w:rsid w:val="00007ED7"/>
    <w:rsid w:val="0001070A"/>
    <w:rsid w:val="000114FD"/>
    <w:rsid w:val="00013269"/>
    <w:rsid w:val="0001472D"/>
    <w:rsid w:val="0001658A"/>
    <w:rsid w:val="00017C13"/>
    <w:rsid w:val="00020A75"/>
    <w:rsid w:val="00020F1A"/>
    <w:rsid w:val="00026C89"/>
    <w:rsid w:val="00032C71"/>
    <w:rsid w:val="000332FE"/>
    <w:rsid w:val="00033A97"/>
    <w:rsid w:val="00035EF7"/>
    <w:rsid w:val="000360B9"/>
    <w:rsid w:val="000362F7"/>
    <w:rsid w:val="00037BE8"/>
    <w:rsid w:val="000407EE"/>
    <w:rsid w:val="00040AF9"/>
    <w:rsid w:val="00042CEA"/>
    <w:rsid w:val="00045515"/>
    <w:rsid w:val="00046753"/>
    <w:rsid w:val="00050B5E"/>
    <w:rsid w:val="00051E85"/>
    <w:rsid w:val="000525B5"/>
    <w:rsid w:val="000525FE"/>
    <w:rsid w:val="0005570B"/>
    <w:rsid w:val="00057262"/>
    <w:rsid w:val="00060F96"/>
    <w:rsid w:val="000618F0"/>
    <w:rsid w:val="00062208"/>
    <w:rsid w:val="00064745"/>
    <w:rsid w:val="0006650E"/>
    <w:rsid w:val="000713EA"/>
    <w:rsid w:val="0007305C"/>
    <w:rsid w:val="00074B41"/>
    <w:rsid w:val="00075ED3"/>
    <w:rsid w:val="00080563"/>
    <w:rsid w:val="00081C16"/>
    <w:rsid w:val="000845AB"/>
    <w:rsid w:val="0008518C"/>
    <w:rsid w:val="000857DD"/>
    <w:rsid w:val="00085CC9"/>
    <w:rsid w:val="0008675F"/>
    <w:rsid w:val="00086CA6"/>
    <w:rsid w:val="00086CD2"/>
    <w:rsid w:val="000878E8"/>
    <w:rsid w:val="00087C2C"/>
    <w:rsid w:val="00090732"/>
    <w:rsid w:val="00090EC0"/>
    <w:rsid w:val="00091302"/>
    <w:rsid w:val="00091744"/>
    <w:rsid w:val="0009286D"/>
    <w:rsid w:val="00097C0F"/>
    <w:rsid w:val="000A1500"/>
    <w:rsid w:val="000A3370"/>
    <w:rsid w:val="000B0262"/>
    <w:rsid w:val="000B0A6D"/>
    <w:rsid w:val="000B1105"/>
    <w:rsid w:val="000B35D0"/>
    <w:rsid w:val="000B53BD"/>
    <w:rsid w:val="000B7971"/>
    <w:rsid w:val="000C038A"/>
    <w:rsid w:val="000C0600"/>
    <w:rsid w:val="000C1EEA"/>
    <w:rsid w:val="000C58C6"/>
    <w:rsid w:val="000C6112"/>
    <w:rsid w:val="000C695C"/>
    <w:rsid w:val="000D0203"/>
    <w:rsid w:val="000D1BA1"/>
    <w:rsid w:val="000D256B"/>
    <w:rsid w:val="000D28AF"/>
    <w:rsid w:val="000D3E08"/>
    <w:rsid w:val="000D47E7"/>
    <w:rsid w:val="000D5473"/>
    <w:rsid w:val="000D736C"/>
    <w:rsid w:val="000D7EDE"/>
    <w:rsid w:val="000E0DAE"/>
    <w:rsid w:val="000E2610"/>
    <w:rsid w:val="000E2CAD"/>
    <w:rsid w:val="000F0226"/>
    <w:rsid w:val="000F2EA8"/>
    <w:rsid w:val="000F4FA4"/>
    <w:rsid w:val="000F5A13"/>
    <w:rsid w:val="000F6892"/>
    <w:rsid w:val="001008AE"/>
    <w:rsid w:val="00103345"/>
    <w:rsid w:val="00106641"/>
    <w:rsid w:val="00112170"/>
    <w:rsid w:val="00116127"/>
    <w:rsid w:val="0012336C"/>
    <w:rsid w:val="00127FBC"/>
    <w:rsid w:val="00130968"/>
    <w:rsid w:val="00130CFC"/>
    <w:rsid w:val="0013135D"/>
    <w:rsid w:val="00131D96"/>
    <w:rsid w:val="00134646"/>
    <w:rsid w:val="001368E9"/>
    <w:rsid w:val="0014072D"/>
    <w:rsid w:val="001506B6"/>
    <w:rsid w:val="001518C6"/>
    <w:rsid w:val="001536CE"/>
    <w:rsid w:val="00153EE7"/>
    <w:rsid w:val="00155F4D"/>
    <w:rsid w:val="00157061"/>
    <w:rsid w:val="001619FF"/>
    <w:rsid w:val="00165F3B"/>
    <w:rsid w:val="001665B5"/>
    <w:rsid w:val="0016731F"/>
    <w:rsid w:val="00172BAF"/>
    <w:rsid w:val="00173465"/>
    <w:rsid w:val="00175B01"/>
    <w:rsid w:val="00176003"/>
    <w:rsid w:val="0017650F"/>
    <w:rsid w:val="00177373"/>
    <w:rsid w:val="00184C3B"/>
    <w:rsid w:val="00185927"/>
    <w:rsid w:val="00190036"/>
    <w:rsid w:val="001A4E26"/>
    <w:rsid w:val="001A6CE7"/>
    <w:rsid w:val="001B120D"/>
    <w:rsid w:val="001B4505"/>
    <w:rsid w:val="001B582F"/>
    <w:rsid w:val="001B7103"/>
    <w:rsid w:val="001C08C7"/>
    <w:rsid w:val="001C2BF3"/>
    <w:rsid w:val="001C52E4"/>
    <w:rsid w:val="001C5803"/>
    <w:rsid w:val="001C7405"/>
    <w:rsid w:val="001C7E7F"/>
    <w:rsid w:val="001D2E3D"/>
    <w:rsid w:val="001D3C37"/>
    <w:rsid w:val="001D5D7C"/>
    <w:rsid w:val="001D7DFC"/>
    <w:rsid w:val="001D7EBA"/>
    <w:rsid w:val="001E0179"/>
    <w:rsid w:val="001E0A26"/>
    <w:rsid w:val="001E10DE"/>
    <w:rsid w:val="001E4D14"/>
    <w:rsid w:val="001E583C"/>
    <w:rsid w:val="001E675C"/>
    <w:rsid w:val="001E68AC"/>
    <w:rsid w:val="001E789E"/>
    <w:rsid w:val="001E7912"/>
    <w:rsid w:val="001F0A48"/>
    <w:rsid w:val="001F1494"/>
    <w:rsid w:val="001F3196"/>
    <w:rsid w:val="001F552F"/>
    <w:rsid w:val="001F5DAF"/>
    <w:rsid w:val="001F5F19"/>
    <w:rsid w:val="001F6E9F"/>
    <w:rsid w:val="0020173A"/>
    <w:rsid w:val="00205EED"/>
    <w:rsid w:val="00207C08"/>
    <w:rsid w:val="00211634"/>
    <w:rsid w:val="0021552D"/>
    <w:rsid w:val="002162A8"/>
    <w:rsid w:val="0022039B"/>
    <w:rsid w:val="00220C0F"/>
    <w:rsid w:val="00220C9B"/>
    <w:rsid w:val="002229DF"/>
    <w:rsid w:val="002232A8"/>
    <w:rsid w:val="002232EB"/>
    <w:rsid w:val="0022411D"/>
    <w:rsid w:val="0022438F"/>
    <w:rsid w:val="00226352"/>
    <w:rsid w:val="002277F1"/>
    <w:rsid w:val="00227AE7"/>
    <w:rsid w:val="00232EFB"/>
    <w:rsid w:val="00234F41"/>
    <w:rsid w:val="002359ED"/>
    <w:rsid w:val="002400BE"/>
    <w:rsid w:val="00242B96"/>
    <w:rsid w:val="00242E97"/>
    <w:rsid w:val="00243F39"/>
    <w:rsid w:val="00244BAE"/>
    <w:rsid w:val="00246798"/>
    <w:rsid w:val="00247232"/>
    <w:rsid w:val="00247A84"/>
    <w:rsid w:val="00251CA0"/>
    <w:rsid w:val="00251E11"/>
    <w:rsid w:val="00252640"/>
    <w:rsid w:val="00252F3A"/>
    <w:rsid w:val="00253B06"/>
    <w:rsid w:val="0025486A"/>
    <w:rsid w:val="00255A8F"/>
    <w:rsid w:val="00256099"/>
    <w:rsid w:val="0025769D"/>
    <w:rsid w:val="002606FD"/>
    <w:rsid w:val="00265D16"/>
    <w:rsid w:val="00265F5B"/>
    <w:rsid w:val="002669F4"/>
    <w:rsid w:val="00271699"/>
    <w:rsid w:val="00271A6A"/>
    <w:rsid w:val="00271B77"/>
    <w:rsid w:val="00274444"/>
    <w:rsid w:val="00283EE2"/>
    <w:rsid w:val="002900F9"/>
    <w:rsid w:val="00291067"/>
    <w:rsid w:val="002938A1"/>
    <w:rsid w:val="00296F40"/>
    <w:rsid w:val="00296F95"/>
    <w:rsid w:val="002A0EA8"/>
    <w:rsid w:val="002A2B92"/>
    <w:rsid w:val="002A3855"/>
    <w:rsid w:val="002A3A29"/>
    <w:rsid w:val="002A3A5D"/>
    <w:rsid w:val="002A411F"/>
    <w:rsid w:val="002A465D"/>
    <w:rsid w:val="002A64B9"/>
    <w:rsid w:val="002A7A33"/>
    <w:rsid w:val="002A7A46"/>
    <w:rsid w:val="002B2FBC"/>
    <w:rsid w:val="002B5C6C"/>
    <w:rsid w:val="002B7FE4"/>
    <w:rsid w:val="002C0541"/>
    <w:rsid w:val="002C069F"/>
    <w:rsid w:val="002C0FE1"/>
    <w:rsid w:val="002C1165"/>
    <w:rsid w:val="002C4613"/>
    <w:rsid w:val="002C5266"/>
    <w:rsid w:val="002C5D0C"/>
    <w:rsid w:val="002D3A1B"/>
    <w:rsid w:val="002D464A"/>
    <w:rsid w:val="002D46FD"/>
    <w:rsid w:val="002D487C"/>
    <w:rsid w:val="002D6EE6"/>
    <w:rsid w:val="002D76A6"/>
    <w:rsid w:val="002D7898"/>
    <w:rsid w:val="002D7EED"/>
    <w:rsid w:val="002E0728"/>
    <w:rsid w:val="002E344C"/>
    <w:rsid w:val="002E377E"/>
    <w:rsid w:val="002E45E7"/>
    <w:rsid w:val="002E4A3A"/>
    <w:rsid w:val="002E50B2"/>
    <w:rsid w:val="002E70BB"/>
    <w:rsid w:val="002F0A02"/>
    <w:rsid w:val="002F6AFD"/>
    <w:rsid w:val="002F6DAC"/>
    <w:rsid w:val="00300946"/>
    <w:rsid w:val="00303917"/>
    <w:rsid w:val="00305E35"/>
    <w:rsid w:val="0030606C"/>
    <w:rsid w:val="00311140"/>
    <w:rsid w:val="00313557"/>
    <w:rsid w:val="00315CB4"/>
    <w:rsid w:val="0032138A"/>
    <w:rsid w:val="00322D3E"/>
    <w:rsid w:val="00322F53"/>
    <w:rsid w:val="003238E2"/>
    <w:rsid w:val="00324CB2"/>
    <w:rsid w:val="00325CC9"/>
    <w:rsid w:val="00330169"/>
    <w:rsid w:val="00330CAC"/>
    <w:rsid w:val="003316ED"/>
    <w:rsid w:val="00333034"/>
    <w:rsid w:val="0033475B"/>
    <w:rsid w:val="00335EB4"/>
    <w:rsid w:val="00337FBB"/>
    <w:rsid w:val="00340830"/>
    <w:rsid w:val="00341BD9"/>
    <w:rsid w:val="00344BA3"/>
    <w:rsid w:val="0034746A"/>
    <w:rsid w:val="00347655"/>
    <w:rsid w:val="0035002D"/>
    <w:rsid w:val="003511D9"/>
    <w:rsid w:val="00351AB5"/>
    <w:rsid w:val="00352390"/>
    <w:rsid w:val="003528FD"/>
    <w:rsid w:val="00352AE9"/>
    <w:rsid w:val="0035313A"/>
    <w:rsid w:val="00353191"/>
    <w:rsid w:val="00353490"/>
    <w:rsid w:val="00353C6F"/>
    <w:rsid w:val="003555DA"/>
    <w:rsid w:val="0035676E"/>
    <w:rsid w:val="00362052"/>
    <w:rsid w:val="0036432E"/>
    <w:rsid w:val="003649FF"/>
    <w:rsid w:val="003672C9"/>
    <w:rsid w:val="00383DCD"/>
    <w:rsid w:val="00387A9A"/>
    <w:rsid w:val="003900EA"/>
    <w:rsid w:val="0039064C"/>
    <w:rsid w:val="0039194E"/>
    <w:rsid w:val="00396AA8"/>
    <w:rsid w:val="003974BE"/>
    <w:rsid w:val="003A0A9B"/>
    <w:rsid w:val="003A1568"/>
    <w:rsid w:val="003A19E9"/>
    <w:rsid w:val="003A2D55"/>
    <w:rsid w:val="003A4C59"/>
    <w:rsid w:val="003A6358"/>
    <w:rsid w:val="003A65D5"/>
    <w:rsid w:val="003A7D78"/>
    <w:rsid w:val="003B5C60"/>
    <w:rsid w:val="003B70C2"/>
    <w:rsid w:val="003B7306"/>
    <w:rsid w:val="003C1E2F"/>
    <w:rsid w:val="003C2707"/>
    <w:rsid w:val="003C2C71"/>
    <w:rsid w:val="003C3826"/>
    <w:rsid w:val="003C3DF9"/>
    <w:rsid w:val="003C55A8"/>
    <w:rsid w:val="003D0A74"/>
    <w:rsid w:val="003D0F36"/>
    <w:rsid w:val="003D30AC"/>
    <w:rsid w:val="003D4A1B"/>
    <w:rsid w:val="003D5D7F"/>
    <w:rsid w:val="003E3746"/>
    <w:rsid w:val="003E38AD"/>
    <w:rsid w:val="003E42AC"/>
    <w:rsid w:val="003E4C59"/>
    <w:rsid w:val="003E5386"/>
    <w:rsid w:val="003E5D98"/>
    <w:rsid w:val="003E6A0F"/>
    <w:rsid w:val="003F07CD"/>
    <w:rsid w:val="003F0887"/>
    <w:rsid w:val="003F2B0B"/>
    <w:rsid w:val="003F30CD"/>
    <w:rsid w:val="003F5E79"/>
    <w:rsid w:val="00400C04"/>
    <w:rsid w:val="004015D6"/>
    <w:rsid w:val="0040474A"/>
    <w:rsid w:val="0040556A"/>
    <w:rsid w:val="00405E2C"/>
    <w:rsid w:val="0041187B"/>
    <w:rsid w:val="0041322F"/>
    <w:rsid w:val="00413923"/>
    <w:rsid w:val="004151DD"/>
    <w:rsid w:val="0041533E"/>
    <w:rsid w:val="00417123"/>
    <w:rsid w:val="00417368"/>
    <w:rsid w:val="004213F8"/>
    <w:rsid w:val="0043189E"/>
    <w:rsid w:val="004324E8"/>
    <w:rsid w:val="00433783"/>
    <w:rsid w:val="00435043"/>
    <w:rsid w:val="004358E5"/>
    <w:rsid w:val="004375BD"/>
    <w:rsid w:val="00441DD4"/>
    <w:rsid w:val="00443AA9"/>
    <w:rsid w:val="00444662"/>
    <w:rsid w:val="004455BD"/>
    <w:rsid w:val="004501F4"/>
    <w:rsid w:val="00454592"/>
    <w:rsid w:val="00454888"/>
    <w:rsid w:val="00454DB2"/>
    <w:rsid w:val="004668B9"/>
    <w:rsid w:val="0047095A"/>
    <w:rsid w:val="00471CAD"/>
    <w:rsid w:val="00476B0F"/>
    <w:rsid w:val="00481986"/>
    <w:rsid w:val="00484C4C"/>
    <w:rsid w:val="004860DD"/>
    <w:rsid w:val="004864FC"/>
    <w:rsid w:val="004901EC"/>
    <w:rsid w:val="00494A37"/>
    <w:rsid w:val="00494AF5"/>
    <w:rsid w:val="00495241"/>
    <w:rsid w:val="004A1732"/>
    <w:rsid w:val="004A2147"/>
    <w:rsid w:val="004A3E28"/>
    <w:rsid w:val="004A4A80"/>
    <w:rsid w:val="004B1428"/>
    <w:rsid w:val="004B16FB"/>
    <w:rsid w:val="004B1D55"/>
    <w:rsid w:val="004B39D0"/>
    <w:rsid w:val="004B4032"/>
    <w:rsid w:val="004B4557"/>
    <w:rsid w:val="004B7B62"/>
    <w:rsid w:val="004C0426"/>
    <w:rsid w:val="004C30B1"/>
    <w:rsid w:val="004C3830"/>
    <w:rsid w:val="004C3AF5"/>
    <w:rsid w:val="004C4C9F"/>
    <w:rsid w:val="004C6375"/>
    <w:rsid w:val="004C7948"/>
    <w:rsid w:val="004C7F76"/>
    <w:rsid w:val="004D19FF"/>
    <w:rsid w:val="004D56DC"/>
    <w:rsid w:val="004E1943"/>
    <w:rsid w:val="004E22B9"/>
    <w:rsid w:val="004F01F6"/>
    <w:rsid w:val="004F50CE"/>
    <w:rsid w:val="004F7487"/>
    <w:rsid w:val="00501582"/>
    <w:rsid w:val="005017A2"/>
    <w:rsid w:val="00506C7D"/>
    <w:rsid w:val="0050787E"/>
    <w:rsid w:val="00507CF2"/>
    <w:rsid w:val="005134A2"/>
    <w:rsid w:val="005157C5"/>
    <w:rsid w:val="00520576"/>
    <w:rsid w:val="00521D17"/>
    <w:rsid w:val="00522587"/>
    <w:rsid w:val="00525BF8"/>
    <w:rsid w:val="005303EA"/>
    <w:rsid w:val="00531689"/>
    <w:rsid w:val="00532B16"/>
    <w:rsid w:val="00535A99"/>
    <w:rsid w:val="0053732E"/>
    <w:rsid w:val="00542401"/>
    <w:rsid w:val="00543F59"/>
    <w:rsid w:val="00546626"/>
    <w:rsid w:val="005476D0"/>
    <w:rsid w:val="0054775A"/>
    <w:rsid w:val="00547855"/>
    <w:rsid w:val="0055202A"/>
    <w:rsid w:val="00554C5D"/>
    <w:rsid w:val="005554B0"/>
    <w:rsid w:val="00556033"/>
    <w:rsid w:val="00556C38"/>
    <w:rsid w:val="005572DC"/>
    <w:rsid w:val="00557FA1"/>
    <w:rsid w:val="00562B97"/>
    <w:rsid w:val="00563318"/>
    <w:rsid w:val="00563FC6"/>
    <w:rsid w:val="00566C55"/>
    <w:rsid w:val="00566E8E"/>
    <w:rsid w:val="005678CD"/>
    <w:rsid w:val="00572145"/>
    <w:rsid w:val="00574C08"/>
    <w:rsid w:val="005751CB"/>
    <w:rsid w:val="005754BD"/>
    <w:rsid w:val="00575CB7"/>
    <w:rsid w:val="0057628E"/>
    <w:rsid w:val="0058063A"/>
    <w:rsid w:val="00582980"/>
    <w:rsid w:val="00582D22"/>
    <w:rsid w:val="00593D97"/>
    <w:rsid w:val="005941F8"/>
    <w:rsid w:val="0059450C"/>
    <w:rsid w:val="0059471C"/>
    <w:rsid w:val="00594A99"/>
    <w:rsid w:val="005A0033"/>
    <w:rsid w:val="005A0C95"/>
    <w:rsid w:val="005A1C66"/>
    <w:rsid w:val="005A1C78"/>
    <w:rsid w:val="005A202D"/>
    <w:rsid w:val="005A2586"/>
    <w:rsid w:val="005A2880"/>
    <w:rsid w:val="005A3A46"/>
    <w:rsid w:val="005A42BC"/>
    <w:rsid w:val="005A4EB1"/>
    <w:rsid w:val="005A5F90"/>
    <w:rsid w:val="005A61D7"/>
    <w:rsid w:val="005A6BF6"/>
    <w:rsid w:val="005A705C"/>
    <w:rsid w:val="005B07AC"/>
    <w:rsid w:val="005B17E1"/>
    <w:rsid w:val="005B27FA"/>
    <w:rsid w:val="005B49E6"/>
    <w:rsid w:val="005B6430"/>
    <w:rsid w:val="005B78C9"/>
    <w:rsid w:val="005B7D1F"/>
    <w:rsid w:val="005C30FC"/>
    <w:rsid w:val="005C43BD"/>
    <w:rsid w:val="005C468D"/>
    <w:rsid w:val="005C7F5D"/>
    <w:rsid w:val="005D064E"/>
    <w:rsid w:val="005D1C82"/>
    <w:rsid w:val="005D23B7"/>
    <w:rsid w:val="005D263D"/>
    <w:rsid w:val="005E2160"/>
    <w:rsid w:val="005E3D73"/>
    <w:rsid w:val="005E526A"/>
    <w:rsid w:val="005E5CF1"/>
    <w:rsid w:val="005E606E"/>
    <w:rsid w:val="005F5D60"/>
    <w:rsid w:val="00602B07"/>
    <w:rsid w:val="00607233"/>
    <w:rsid w:val="00611C70"/>
    <w:rsid w:val="0061334E"/>
    <w:rsid w:val="00614254"/>
    <w:rsid w:val="00614ECA"/>
    <w:rsid w:val="006173E4"/>
    <w:rsid w:val="00617E36"/>
    <w:rsid w:val="00620385"/>
    <w:rsid w:val="00620D98"/>
    <w:rsid w:val="00621E43"/>
    <w:rsid w:val="00624B19"/>
    <w:rsid w:val="006266F9"/>
    <w:rsid w:val="00627168"/>
    <w:rsid w:val="006301BC"/>
    <w:rsid w:val="00631B68"/>
    <w:rsid w:val="00632B6B"/>
    <w:rsid w:val="00634A4D"/>
    <w:rsid w:val="00636B23"/>
    <w:rsid w:val="006419A8"/>
    <w:rsid w:val="006427D6"/>
    <w:rsid w:val="00643FEF"/>
    <w:rsid w:val="00644424"/>
    <w:rsid w:val="0064527D"/>
    <w:rsid w:val="00651011"/>
    <w:rsid w:val="00651E9D"/>
    <w:rsid w:val="006523E8"/>
    <w:rsid w:val="00652424"/>
    <w:rsid w:val="0065296F"/>
    <w:rsid w:val="00655447"/>
    <w:rsid w:val="00655C97"/>
    <w:rsid w:val="00657D11"/>
    <w:rsid w:val="0066427A"/>
    <w:rsid w:val="00664292"/>
    <w:rsid w:val="00666CE3"/>
    <w:rsid w:val="00672498"/>
    <w:rsid w:val="00672EE2"/>
    <w:rsid w:val="00673095"/>
    <w:rsid w:val="00676467"/>
    <w:rsid w:val="00676921"/>
    <w:rsid w:val="00681E62"/>
    <w:rsid w:val="006831C3"/>
    <w:rsid w:val="0068394F"/>
    <w:rsid w:val="00684798"/>
    <w:rsid w:val="006852B7"/>
    <w:rsid w:val="00687EB1"/>
    <w:rsid w:val="00690C3A"/>
    <w:rsid w:val="00691197"/>
    <w:rsid w:val="00691BC5"/>
    <w:rsid w:val="00693404"/>
    <w:rsid w:val="0069516C"/>
    <w:rsid w:val="00697C6E"/>
    <w:rsid w:val="006A3133"/>
    <w:rsid w:val="006A4E45"/>
    <w:rsid w:val="006A7BA5"/>
    <w:rsid w:val="006B35A7"/>
    <w:rsid w:val="006B4021"/>
    <w:rsid w:val="006B4456"/>
    <w:rsid w:val="006B65F6"/>
    <w:rsid w:val="006B72DE"/>
    <w:rsid w:val="006C05EB"/>
    <w:rsid w:val="006C06D7"/>
    <w:rsid w:val="006C24EB"/>
    <w:rsid w:val="006C5EB8"/>
    <w:rsid w:val="006C61E7"/>
    <w:rsid w:val="006C7EA7"/>
    <w:rsid w:val="006D03F9"/>
    <w:rsid w:val="006D26BF"/>
    <w:rsid w:val="006D4AFC"/>
    <w:rsid w:val="006D4F77"/>
    <w:rsid w:val="006D5CC4"/>
    <w:rsid w:val="006D5E61"/>
    <w:rsid w:val="006D7D72"/>
    <w:rsid w:val="006E03C7"/>
    <w:rsid w:val="006E155B"/>
    <w:rsid w:val="006E70B7"/>
    <w:rsid w:val="006F1F63"/>
    <w:rsid w:val="006F27F7"/>
    <w:rsid w:val="0070005B"/>
    <w:rsid w:val="00700DDB"/>
    <w:rsid w:val="0070132C"/>
    <w:rsid w:val="007022F6"/>
    <w:rsid w:val="00702981"/>
    <w:rsid w:val="007044B3"/>
    <w:rsid w:val="00705E1A"/>
    <w:rsid w:val="00707416"/>
    <w:rsid w:val="00711306"/>
    <w:rsid w:val="00712E08"/>
    <w:rsid w:val="00715902"/>
    <w:rsid w:val="00715B9F"/>
    <w:rsid w:val="00716792"/>
    <w:rsid w:val="00721165"/>
    <w:rsid w:val="00721D6A"/>
    <w:rsid w:val="00723E01"/>
    <w:rsid w:val="007240A2"/>
    <w:rsid w:val="00727B77"/>
    <w:rsid w:val="00727BA6"/>
    <w:rsid w:val="007301E1"/>
    <w:rsid w:val="0073268D"/>
    <w:rsid w:val="00733168"/>
    <w:rsid w:val="00734659"/>
    <w:rsid w:val="007347E9"/>
    <w:rsid w:val="00734FA7"/>
    <w:rsid w:val="00735F6D"/>
    <w:rsid w:val="00740A49"/>
    <w:rsid w:val="00741D8A"/>
    <w:rsid w:val="00742800"/>
    <w:rsid w:val="0074308E"/>
    <w:rsid w:val="00743C6D"/>
    <w:rsid w:val="00745ECE"/>
    <w:rsid w:val="00746CA8"/>
    <w:rsid w:val="00752D09"/>
    <w:rsid w:val="007533C1"/>
    <w:rsid w:val="0075444E"/>
    <w:rsid w:val="00754EB9"/>
    <w:rsid w:val="00754F9F"/>
    <w:rsid w:val="0075550F"/>
    <w:rsid w:val="007569D1"/>
    <w:rsid w:val="007569F5"/>
    <w:rsid w:val="0075731A"/>
    <w:rsid w:val="00761C1D"/>
    <w:rsid w:val="00762C0F"/>
    <w:rsid w:val="00767362"/>
    <w:rsid w:val="007712E2"/>
    <w:rsid w:val="00772650"/>
    <w:rsid w:val="00775A0D"/>
    <w:rsid w:val="007805BC"/>
    <w:rsid w:val="00781B79"/>
    <w:rsid w:val="00781E45"/>
    <w:rsid w:val="00784FF9"/>
    <w:rsid w:val="007857AE"/>
    <w:rsid w:val="00787842"/>
    <w:rsid w:val="007879BD"/>
    <w:rsid w:val="00787CD5"/>
    <w:rsid w:val="007907B6"/>
    <w:rsid w:val="0079141B"/>
    <w:rsid w:val="00791A37"/>
    <w:rsid w:val="00792100"/>
    <w:rsid w:val="00793C5C"/>
    <w:rsid w:val="0079484A"/>
    <w:rsid w:val="00794EFE"/>
    <w:rsid w:val="0079538C"/>
    <w:rsid w:val="007A13E5"/>
    <w:rsid w:val="007A32C0"/>
    <w:rsid w:val="007A4168"/>
    <w:rsid w:val="007A6069"/>
    <w:rsid w:val="007A6A97"/>
    <w:rsid w:val="007B3576"/>
    <w:rsid w:val="007B3ADB"/>
    <w:rsid w:val="007B411A"/>
    <w:rsid w:val="007B77FA"/>
    <w:rsid w:val="007C11AC"/>
    <w:rsid w:val="007C1C8B"/>
    <w:rsid w:val="007D2C83"/>
    <w:rsid w:val="007D624A"/>
    <w:rsid w:val="007D6B4D"/>
    <w:rsid w:val="007D6C4A"/>
    <w:rsid w:val="007E104C"/>
    <w:rsid w:val="007E12A5"/>
    <w:rsid w:val="007E37FB"/>
    <w:rsid w:val="007E3E2D"/>
    <w:rsid w:val="007E79FD"/>
    <w:rsid w:val="007F11CB"/>
    <w:rsid w:val="007F3A8E"/>
    <w:rsid w:val="007F4372"/>
    <w:rsid w:val="007F6106"/>
    <w:rsid w:val="007F6F96"/>
    <w:rsid w:val="007F7FC5"/>
    <w:rsid w:val="00806C2A"/>
    <w:rsid w:val="008147F0"/>
    <w:rsid w:val="00814922"/>
    <w:rsid w:val="00815B63"/>
    <w:rsid w:val="008204F6"/>
    <w:rsid w:val="00821855"/>
    <w:rsid w:val="00821DD0"/>
    <w:rsid w:val="008229B8"/>
    <w:rsid w:val="00823F4E"/>
    <w:rsid w:val="00824654"/>
    <w:rsid w:val="00824F98"/>
    <w:rsid w:val="00827EBA"/>
    <w:rsid w:val="00836451"/>
    <w:rsid w:val="00837188"/>
    <w:rsid w:val="008406EA"/>
    <w:rsid w:val="0084236C"/>
    <w:rsid w:val="00844C68"/>
    <w:rsid w:val="008450A5"/>
    <w:rsid w:val="008474EB"/>
    <w:rsid w:val="00855E59"/>
    <w:rsid w:val="0085791A"/>
    <w:rsid w:val="0086146C"/>
    <w:rsid w:val="00865CB4"/>
    <w:rsid w:val="00866364"/>
    <w:rsid w:val="008674C8"/>
    <w:rsid w:val="0087225E"/>
    <w:rsid w:val="00872DEB"/>
    <w:rsid w:val="0087333D"/>
    <w:rsid w:val="008749F5"/>
    <w:rsid w:val="00876782"/>
    <w:rsid w:val="00876A41"/>
    <w:rsid w:val="00876B7A"/>
    <w:rsid w:val="00881007"/>
    <w:rsid w:val="008812DD"/>
    <w:rsid w:val="00891AE0"/>
    <w:rsid w:val="00897EE3"/>
    <w:rsid w:val="008A0EA0"/>
    <w:rsid w:val="008A106F"/>
    <w:rsid w:val="008A22DD"/>
    <w:rsid w:val="008A4BA7"/>
    <w:rsid w:val="008A5706"/>
    <w:rsid w:val="008A661C"/>
    <w:rsid w:val="008B02BB"/>
    <w:rsid w:val="008B0AB1"/>
    <w:rsid w:val="008B123A"/>
    <w:rsid w:val="008B1C9A"/>
    <w:rsid w:val="008B706C"/>
    <w:rsid w:val="008C2B85"/>
    <w:rsid w:val="008C2BAC"/>
    <w:rsid w:val="008C3B15"/>
    <w:rsid w:val="008C532F"/>
    <w:rsid w:val="008C5900"/>
    <w:rsid w:val="008C627A"/>
    <w:rsid w:val="008C6420"/>
    <w:rsid w:val="008C6B88"/>
    <w:rsid w:val="008D2531"/>
    <w:rsid w:val="008D29B7"/>
    <w:rsid w:val="008D7A58"/>
    <w:rsid w:val="008D7EBB"/>
    <w:rsid w:val="008E0BB5"/>
    <w:rsid w:val="008E4FBA"/>
    <w:rsid w:val="008E7CF1"/>
    <w:rsid w:val="008F2806"/>
    <w:rsid w:val="008F3664"/>
    <w:rsid w:val="008F3A35"/>
    <w:rsid w:val="008F4072"/>
    <w:rsid w:val="008F62FF"/>
    <w:rsid w:val="008F644B"/>
    <w:rsid w:val="00900A1E"/>
    <w:rsid w:val="009037CD"/>
    <w:rsid w:val="009047B5"/>
    <w:rsid w:val="00905C62"/>
    <w:rsid w:val="00907F06"/>
    <w:rsid w:val="00912677"/>
    <w:rsid w:val="00913DBA"/>
    <w:rsid w:val="009145FA"/>
    <w:rsid w:val="009156DC"/>
    <w:rsid w:val="00916384"/>
    <w:rsid w:val="00917C58"/>
    <w:rsid w:val="009232A6"/>
    <w:rsid w:val="009235AE"/>
    <w:rsid w:val="00924BA5"/>
    <w:rsid w:val="009307D0"/>
    <w:rsid w:val="00932213"/>
    <w:rsid w:val="00933913"/>
    <w:rsid w:val="0094267A"/>
    <w:rsid w:val="009449B0"/>
    <w:rsid w:val="00945053"/>
    <w:rsid w:val="0094605A"/>
    <w:rsid w:val="0095040B"/>
    <w:rsid w:val="00956CB0"/>
    <w:rsid w:val="0095737F"/>
    <w:rsid w:val="00957D7C"/>
    <w:rsid w:val="00961115"/>
    <w:rsid w:val="00962791"/>
    <w:rsid w:val="00962AD4"/>
    <w:rsid w:val="00963734"/>
    <w:rsid w:val="00965D52"/>
    <w:rsid w:val="009711B3"/>
    <w:rsid w:val="009734F6"/>
    <w:rsid w:val="00973593"/>
    <w:rsid w:val="00974B37"/>
    <w:rsid w:val="00974D6D"/>
    <w:rsid w:val="00980056"/>
    <w:rsid w:val="0098073F"/>
    <w:rsid w:val="00982DC5"/>
    <w:rsid w:val="00983253"/>
    <w:rsid w:val="009850AB"/>
    <w:rsid w:val="009855CC"/>
    <w:rsid w:val="00987196"/>
    <w:rsid w:val="0099182A"/>
    <w:rsid w:val="00994817"/>
    <w:rsid w:val="009954A0"/>
    <w:rsid w:val="00995841"/>
    <w:rsid w:val="0099601A"/>
    <w:rsid w:val="00997D4A"/>
    <w:rsid w:val="009A1F6A"/>
    <w:rsid w:val="009A325F"/>
    <w:rsid w:val="009A4264"/>
    <w:rsid w:val="009B03DF"/>
    <w:rsid w:val="009B0487"/>
    <w:rsid w:val="009B106A"/>
    <w:rsid w:val="009B12AB"/>
    <w:rsid w:val="009B1CB8"/>
    <w:rsid w:val="009B20C6"/>
    <w:rsid w:val="009B2542"/>
    <w:rsid w:val="009B3901"/>
    <w:rsid w:val="009B59E9"/>
    <w:rsid w:val="009B6466"/>
    <w:rsid w:val="009C03E5"/>
    <w:rsid w:val="009C3C05"/>
    <w:rsid w:val="009C42E4"/>
    <w:rsid w:val="009C5B19"/>
    <w:rsid w:val="009C7178"/>
    <w:rsid w:val="009C74DA"/>
    <w:rsid w:val="009D00C8"/>
    <w:rsid w:val="009D099D"/>
    <w:rsid w:val="009D18AF"/>
    <w:rsid w:val="009D29D1"/>
    <w:rsid w:val="009D29D7"/>
    <w:rsid w:val="009D5D4E"/>
    <w:rsid w:val="009D6EBF"/>
    <w:rsid w:val="009E1D22"/>
    <w:rsid w:val="009E5FCB"/>
    <w:rsid w:val="009E612E"/>
    <w:rsid w:val="009E73BE"/>
    <w:rsid w:val="009E7BA0"/>
    <w:rsid w:val="009F259B"/>
    <w:rsid w:val="009F2ADE"/>
    <w:rsid w:val="009F5F3C"/>
    <w:rsid w:val="00A00DC3"/>
    <w:rsid w:val="00A01865"/>
    <w:rsid w:val="00A02756"/>
    <w:rsid w:val="00A029E7"/>
    <w:rsid w:val="00A03C3B"/>
    <w:rsid w:val="00A059E9"/>
    <w:rsid w:val="00A06AE0"/>
    <w:rsid w:val="00A07A1F"/>
    <w:rsid w:val="00A11796"/>
    <w:rsid w:val="00A118E7"/>
    <w:rsid w:val="00A11DB6"/>
    <w:rsid w:val="00A148D3"/>
    <w:rsid w:val="00A15662"/>
    <w:rsid w:val="00A16636"/>
    <w:rsid w:val="00A1738A"/>
    <w:rsid w:val="00A17B57"/>
    <w:rsid w:val="00A2113C"/>
    <w:rsid w:val="00A234D0"/>
    <w:rsid w:val="00A245FB"/>
    <w:rsid w:val="00A274A9"/>
    <w:rsid w:val="00A27BC2"/>
    <w:rsid w:val="00A37872"/>
    <w:rsid w:val="00A44A6F"/>
    <w:rsid w:val="00A44D20"/>
    <w:rsid w:val="00A45A9E"/>
    <w:rsid w:val="00A52A13"/>
    <w:rsid w:val="00A535CD"/>
    <w:rsid w:val="00A54C6C"/>
    <w:rsid w:val="00A556F1"/>
    <w:rsid w:val="00A56689"/>
    <w:rsid w:val="00A57766"/>
    <w:rsid w:val="00A6154A"/>
    <w:rsid w:val="00A67CE0"/>
    <w:rsid w:val="00A70AA8"/>
    <w:rsid w:val="00A72830"/>
    <w:rsid w:val="00A73DA0"/>
    <w:rsid w:val="00A742D8"/>
    <w:rsid w:val="00A754DA"/>
    <w:rsid w:val="00A755EE"/>
    <w:rsid w:val="00A8063C"/>
    <w:rsid w:val="00A8292A"/>
    <w:rsid w:val="00A85461"/>
    <w:rsid w:val="00A87000"/>
    <w:rsid w:val="00A91635"/>
    <w:rsid w:val="00A9373C"/>
    <w:rsid w:val="00A94061"/>
    <w:rsid w:val="00A96BB7"/>
    <w:rsid w:val="00A974C5"/>
    <w:rsid w:val="00A97CA9"/>
    <w:rsid w:val="00AA04FC"/>
    <w:rsid w:val="00AA053E"/>
    <w:rsid w:val="00AA25BF"/>
    <w:rsid w:val="00AA3CE1"/>
    <w:rsid w:val="00AA4308"/>
    <w:rsid w:val="00AA7415"/>
    <w:rsid w:val="00AB21E6"/>
    <w:rsid w:val="00AB4156"/>
    <w:rsid w:val="00AB4C6C"/>
    <w:rsid w:val="00AB7B86"/>
    <w:rsid w:val="00AC12EA"/>
    <w:rsid w:val="00AC1DAD"/>
    <w:rsid w:val="00AC314E"/>
    <w:rsid w:val="00AC5295"/>
    <w:rsid w:val="00AC5545"/>
    <w:rsid w:val="00AC7838"/>
    <w:rsid w:val="00AD360F"/>
    <w:rsid w:val="00AD3ABF"/>
    <w:rsid w:val="00AD6A59"/>
    <w:rsid w:val="00AE12F9"/>
    <w:rsid w:val="00AE1487"/>
    <w:rsid w:val="00AE225C"/>
    <w:rsid w:val="00AE3228"/>
    <w:rsid w:val="00AE3CE5"/>
    <w:rsid w:val="00AE4173"/>
    <w:rsid w:val="00AE6A15"/>
    <w:rsid w:val="00AE6C87"/>
    <w:rsid w:val="00AE6DFB"/>
    <w:rsid w:val="00AF191F"/>
    <w:rsid w:val="00AF268D"/>
    <w:rsid w:val="00AF357D"/>
    <w:rsid w:val="00AF390C"/>
    <w:rsid w:val="00AF452D"/>
    <w:rsid w:val="00AF4750"/>
    <w:rsid w:val="00AF5654"/>
    <w:rsid w:val="00B0498B"/>
    <w:rsid w:val="00B04B7F"/>
    <w:rsid w:val="00B0519D"/>
    <w:rsid w:val="00B06ADC"/>
    <w:rsid w:val="00B1016B"/>
    <w:rsid w:val="00B117A1"/>
    <w:rsid w:val="00B12145"/>
    <w:rsid w:val="00B12DE0"/>
    <w:rsid w:val="00B135CF"/>
    <w:rsid w:val="00B13A22"/>
    <w:rsid w:val="00B17B7B"/>
    <w:rsid w:val="00B17F40"/>
    <w:rsid w:val="00B203C2"/>
    <w:rsid w:val="00B20DC6"/>
    <w:rsid w:val="00B2115C"/>
    <w:rsid w:val="00B21FB9"/>
    <w:rsid w:val="00B2378B"/>
    <w:rsid w:val="00B25B40"/>
    <w:rsid w:val="00B26E00"/>
    <w:rsid w:val="00B31F43"/>
    <w:rsid w:val="00B33684"/>
    <w:rsid w:val="00B341CF"/>
    <w:rsid w:val="00B343BA"/>
    <w:rsid w:val="00B3640E"/>
    <w:rsid w:val="00B423B5"/>
    <w:rsid w:val="00B43963"/>
    <w:rsid w:val="00B445BC"/>
    <w:rsid w:val="00B453CA"/>
    <w:rsid w:val="00B46FC3"/>
    <w:rsid w:val="00B476E2"/>
    <w:rsid w:val="00B52300"/>
    <w:rsid w:val="00B5266E"/>
    <w:rsid w:val="00B55ADE"/>
    <w:rsid w:val="00B55BD8"/>
    <w:rsid w:val="00B55EC9"/>
    <w:rsid w:val="00B56C55"/>
    <w:rsid w:val="00B56D74"/>
    <w:rsid w:val="00B56DA1"/>
    <w:rsid w:val="00B642C3"/>
    <w:rsid w:val="00B65E67"/>
    <w:rsid w:val="00B66E6A"/>
    <w:rsid w:val="00B70383"/>
    <w:rsid w:val="00B70674"/>
    <w:rsid w:val="00B708CA"/>
    <w:rsid w:val="00B709D0"/>
    <w:rsid w:val="00B70E52"/>
    <w:rsid w:val="00B714CA"/>
    <w:rsid w:val="00B74410"/>
    <w:rsid w:val="00B75004"/>
    <w:rsid w:val="00B8168D"/>
    <w:rsid w:val="00B84973"/>
    <w:rsid w:val="00B86533"/>
    <w:rsid w:val="00B87390"/>
    <w:rsid w:val="00B900A1"/>
    <w:rsid w:val="00B90BB1"/>
    <w:rsid w:val="00B930E0"/>
    <w:rsid w:val="00B9515C"/>
    <w:rsid w:val="00B9793B"/>
    <w:rsid w:val="00BA0038"/>
    <w:rsid w:val="00BA0220"/>
    <w:rsid w:val="00BA06BD"/>
    <w:rsid w:val="00BA0DD6"/>
    <w:rsid w:val="00BA1E9D"/>
    <w:rsid w:val="00BA4AAB"/>
    <w:rsid w:val="00BA6659"/>
    <w:rsid w:val="00BA7032"/>
    <w:rsid w:val="00BA7D47"/>
    <w:rsid w:val="00BB2845"/>
    <w:rsid w:val="00BB3A1F"/>
    <w:rsid w:val="00BB46C3"/>
    <w:rsid w:val="00BB6341"/>
    <w:rsid w:val="00BB657C"/>
    <w:rsid w:val="00BB6975"/>
    <w:rsid w:val="00BB7E7B"/>
    <w:rsid w:val="00BC4030"/>
    <w:rsid w:val="00BC55C1"/>
    <w:rsid w:val="00BC68BF"/>
    <w:rsid w:val="00BC6C86"/>
    <w:rsid w:val="00BD0327"/>
    <w:rsid w:val="00BD0693"/>
    <w:rsid w:val="00BD10F7"/>
    <w:rsid w:val="00BD1505"/>
    <w:rsid w:val="00BD17F4"/>
    <w:rsid w:val="00BD20D6"/>
    <w:rsid w:val="00BD3348"/>
    <w:rsid w:val="00BD6159"/>
    <w:rsid w:val="00BE172D"/>
    <w:rsid w:val="00BE37D0"/>
    <w:rsid w:val="00BE391C"/>
    <w:rsid w:val="00BE4EFF"/>
    <w:rsid w:val="00BE6175"/>
    <w:rsid w:val="00BE68A0"/>
    <w:rsid w:val="00BF2399"/>
    <w:rsid w:val="00BF270C"/>
    <w:rsid w:val="00BF2A03"/>
    <w:rsid w:val="00BF2DE6"/>
    <w:rsid w:val="00BF2EEB"/>
    <w:rsid w:val="00BF400D"/>
    <w:rsid w:val="00BF50B7"/>
    <w:rsid w:val="00BF6246"/>
    <w:rsid w:val="00C00332"/>
    <w:rsid w:val="00C00DF6"/>
    <w:rsid w:val="00C012BE"/>
    <w:rsid w:val="00C02636"/>
    <w:rsid w:val="00C0572F"/>
    <w:rsid w:val="00C06706"/>
    <w:rsid w:val="00C0672D"/>
    <w:rsid w:val="00C10D7C"/>
    <w:rsid w:val="00C11D58"/>
    <w:rsid w:val="00C14A33"/>
    <w:rsid w:val="00C1552D"/>
    <w:rsid w:val="00C272C2"/>
    <w:rsid w:val="00C30C98"/>
    <w:rsid w:val="00C31DFD"/>
    <w:rsid w:val="00C32E01"/>
    <w:rsid w:val="00C33995"/>
    <w:rsid w:val="00C34AB3"/>
    <w:rsid w:val="00C34E30"/>
    <w:rsid w:val="00C35482"/>
    <w:rsid w:val="00C40437"/>
    <w:rsid w:val="00C40984"/>
    <w:rsid w:val="00C4478A"/>
    <w:rsid w:val="00C45ED3"/>
    <w:rsid w:val="00C464B2"/>
    <w:rsid w:val="00C46921"/>
    <w:rsid w:val="00C50071"/>
    <w:rsid w:val="00C51DFC"/>
    <w:rsid w:val="00C52330"/>
    <w:rsid w:val="00C54210"/>
    <w:rsid w:val="00C547B4"/>
    <w:rsid w:val="00C558B9"/>
    <w:rsid w:val="00C579A4"/>
    <w:rsid w:val="00C57B32"/>
    <w:rsid w:val="00C603E0"/>
    <w:rsid w:val="00C62B8B"/>
    <w:rsid w:val="00C63B5F"/>
    <w:rsid w:val="00C66AAE"/>
    <w:rsid w:val="00C70D50"/>
    <w:rsid w:val="00C72008"/>
    <w:rsid w:val="00C72134"/>
    <w:rsid w:val="00C740C1"/>
    <w:rsid w:val="00C74B7D"/>
    <w:rsid w:val="00C7517D"/>
    <w:rsid w:val="00C80A0A"/>
    <w:rsid w:val="00C80E62"/>
    <w:rsid w:val="00C8109F"/>
    <w:rsid w:val="00C812B2"/>
    <w:rsid w:val="00C81FD4"/>
    <w:rsid w:val="00C847D3"/>
    <w:rsid w:val="00C85BEC"/>
    <w:rsid w:val="00C87069"/>
    <w:rsid w:val="00C8789A"/>
    <w:rsid w:val="00C87D62"/>
    <w:rsid w:val="00C90E54"/>
    <w:rsid w:val="00C92732"/>
    <w:rsid w:val="00C93361"/>
    <w:rsid w:val="00C9341F"/>
    <w:rsid w:val="00C94B91"/>
    <w:rsid w:val="00C94F25"/>
    <w:rsid w:val="00C95313"/>
    <w:rsid w:val="00C95E0B"/>
    <w:rsid w:val="00C96F0F"/>
    <w:rsid w:val="00C97404"/>
    <w:rsid w:val="00CA1964"/>
    <w:rsid w:val="00CA397E"/>
    <w:rsid w:val="00CA4873"/>
    <w:rsid w:val="00CA58D3"/>
    <w:rsid w:val="00CA6B70"/>
    <w:rsid w:val="00CB37AD"/>
    <w:rsid w:val="00CB60B0"/>
    <w:rsid w:val="00CB78BA"/>
    <w:rsid w:val="00CC0E10"/>
    <w:rsid w:val="00CC2FBC"/>
    <w:rsid w:val="00CC626B"/>
    <w:rsid w:val="00CC6F01"/>
    <w:rsid w:val="00CD01E6"/>
    <w:rsid w:val="00CD0F04"/>
    <w:rsid w:val="00CD3673"/>
    <w:rsid w:val="00CD5579"/>
    <w:rsid w:val="00CD7675"/>
    <w:rsid w:val="00CE2053"/>
    <w:rsid w:val="00CE55D6"/>
    <w:rsid w:val="00CE70A4"/>
    <w:rsid w:val="00CF2F4D"/>
    <w:rsid w:val="00CF5B01"/>
    <w:rsid w:val="00D010D6"/>
    <w:rsid w:val="00D02C1C"/>
    <w:rsid w:val="00D02DCB"/>
    <w:rsid w:val="00D03A1C"/>
    <w:rsid w:val="00D05717"/>
    <w:rsid w:val="00D05DC0"/>
    <w:rsid w:val="00D06745"/>
    <w:rsid w:val="00D06CA4"/>
    <w:rsid w:val="00D1047E"/>
    <w:rsid w:val="00D11374"/>
    <w:rsid w:val="00D1442C"/>
    <w:rsid w:val="00D14C41"/>
    <w:rsid w:val="00D16742"/>
    <w:rsid w:val="00D21264"/>
    <w:rsid w:val="00D22B8A"/>
    <w:rsid w:val="00D232FB"/>
    <w:rsid w:val="00D25774"/>
    <w:rsid w:val="00D2773E"/>
    <w:rsid w:val="00D27D71"/>
    <w:rsid w:val="00D27F84"/>
    <w:rsid w:val="00D30763"/>
    <w:rsid w:val="00D34C37"/>
    <w:rsid w:val="00D36BDE"/>
    <w:rsid w:val="00D37FA9"/>
    <w:rsid w:val="00D4141C"/>
    <w:rsid w:val="00D505A7"/>
    <w:rsid w:val="00D51203"/>
    <w:rsid w:val="00D54551"/>
    <w:rsid w:val="00D54CA4"/>
    <w:rsid w:val="00D56219"/>
    <w:rsid w:val="00D6013B"/>
    <w:rsid w:val="00D67F2B"/>
    <w:rsid w:val="00D76F9E"/>
    <w:rsid w:val="00D833A3"/>
    <w:rsid w:val="00D83529"/>
    <w:rsid w:val="00D83DB0"/>
    <w:rsid w:val="00D86292"/>
    <w:rsid w:val="00D921BB"/>
    <w:rsid w:val="00D932F1"/>
    <w:rsid w:val="00D93339"/>
    <w:rsid w:val="00D93D02"/>
    <w:rsid w:val="00D94801"/>
    <w:rsid w:val="00D94B21"/>
    <w:rsid w:val="00D97D2A"/>
    <w:rsid w:val="00DA1DC6"/>
    <w:rsid w:val="00DA2651"/>
    <w:rsid w:val="00DA29A2"/>
    <w:rsid w:val="00DA3898"/>
    <w:rsid w:val="00DACB7E"/>
    <w:rsid w:val="00DB053A"/>
    <w:rsid w:val="00DB0ED2"/>
    <w:rsid w:val="00DB1811"/>
    <w:rsid w:val="00DB2302"/>
    <w:rsid w:val="00DB2D37"/>
    <w:rsid w:val="00DB3995"/>
    <w:rsid w:val="00DB3B98"/>
    <w:rsid w:val="00DB3E99"/>
    <w:rsid w:val="00DB40E7"/>
    <w:rsid w:val="00DB4A41"/>
    <w:rsid w:val="00DB59CF"/>
    <w:rsid w:val="00DB5A53"/>
    <w:rsid w:val="00DB6093"/>
    <w:rsid w:val="00DB7188"/>
    <w:rsid w:val="00DB784C"/>
    <w:rsid w:val="00DB79EA"/>
    <w:rsid w:val="00DC2C32"/>
    <w:rsid w:val="00DC3E40"/>
    <w:rsid w:val="00DC760F"/>
    <w:rsid w:val="00DD1644"/>
    <w:rsid w:val="00DD390F"/>
    <w:rsid w:val="00DD593B"/>
    <w:rsid w:val="00DD6C9E"/>
    <w:rsid w:val="00DE057A"/>
    <w:rsid w:val="00DE195A"/>
    <w:rsid w:val="00DE1BE5"/>
    <w:rsid w:val="00DE1CC0"/>
    <w:rsid w:val="00DE292E"/>
    <w:rsid w:val="00DE34EF"/>
    <w:rsid w:val="00DE5869"/>
    <w:rsid w:val="00DE721B"/>
    <w:rsid w:val="00DF4B6E"/>
    <w:rsid w:val="00DF56CC"/>
    <w:rsid w:val="00DF5E61"/>
    <w:rsid w:val="00DF68F4"/>
    <w:rsid w:val="00DF6D86"/>
    <w:rsid w:val="00E003E0"/>
    <w:rsid w:val="00E020B2"/>
    <w:rsid w:val="00E0594A"/>
    <w:rsid w:val="00E06F4F"/>
    <w:rsid w:val="00E1005B"/>
    <w:rsid w:val="00E10563"/>
    <w:rsid w:val="00E12EBB"/>
    <w:rsid w:val="00E13621"/>
    <w:rsid w:val="00E14A72"/>
    <w:rsid w:val="00E1B94C"/>
    <w:rsid w:val="00E2093F"/>
    <w:rsid w:val="00E22B39"/>
    <w:rsid w:val="00E23649"/>
    <w:rsid w:val="00E2384A"/>
    <w:rsid w:val="00E25EFD"/>
    <w:rsid w:val="00E313E6"/>
    <w:rsid w:val="00E324AD"/>
    <w:rsid w:val="00E32E01"/>
    <w:rsid w:val="00E339FF"/>
    <w:rsid w:val="00E3457A"/>
    <w:rsid w:val="00E34818"/>
    <w:rsid w:val="00E40D79"/>
    <w:rsid w:val="00E40E8F"/>
    <w:rsid w:val="00E437A5"/>
    <w:rsid w:val="00E5320F"/>
    <w:rsid w:val="00E5445A"/>
    <w:rsid w:val="00E54AD9"/>
    <w:rsid w:val="00E54FBB"/>
    <w:rsid w:val="00E564A1"/>
    <w:rsid w:val="00E57BCB"/>
    <w:rsid w:val="00E610AF"/>
    <w:rsid w:val="00E61D92"/>
    <w:rsid w:val="00E62CAD"/>
    <w:rsid w:val="00E63A97"/>
    <w:rsid w:val="00E755BD"/>
    <w:rsid w:val="00E760DD"/>
    <w:rsid w:val="00E77BD1"/>
    <w:rsid w:val="00E801A7"/>
    <w:rsid w:val="00E8109B"/>
    <w:rsid w:val="00E82B94"/>
    <w:rsid w:val="00E83D5E"/>
    <w:rsid w:val="00E8456B"/>
    <w:rsid w:val="00E91CB7"/>
    <w:rsid w:val="00E93424"/>
    <w:rsid w:val="00E94D75"/>
    <w:rsid w:val="00E962DF"/>
    <w:rsid w:val="00E96317"/>
    <w:rsid w:val="00E977D8"/>
    <w:rsid w:val="00EA009A"/>
    <w:rsid w:val="00EA3C49"/>
    <w:rsid w:val="00EA4CAA"/>
    <w:rsid w:val="00EA4DF3"/>
    <w:rsid w:val="00EA6739"/>
    <w:rsid w:val="00EB093D"/>
    <w:rsid w:val="00EB13EC"/>
    <w:rsid w:val="00EB2FEB"/>
    <w:rsid w:val="00EC1D21"/>
    <w:rsid w:val="00EC1FFF"/>
    <w:rsid w:val="00EC22AB"/>
    <w:rsid w:val="00EC2F57"/>
    <w:rsid w:val="00EC421F"/>
    <w:rsid w:val="00EC7D98"/>
    <w:rsid w:val="00ED143A"/>
    <w:rsid w:val="00ED345F"/>
    <w:rsid w:val="00ED40A9"/>
    <w:rsid w:val="00ED49B7"/>
    <w:rsid w:val="00ED4F4B"/>
    <w:rsid w:val="00ED67C1"/>
    <w:rsid w:val="00EE1620"/>
    <w:rsid w:val="00EE4ECD"/>
    <w:rsid w:val="00EE55FB"/>
    <w:rsid w:val="00EE5687"/>
    <w:rsid w:val="00EE65F5"/>
    <w:rsid w:val="00EE7E82"/>
    <w:rsid w:val="00EF0B79"/>
    <w:rsid w:val="00EF30C6"/>
    <w:rsid w:val="00EF486D"/>
    <w:rsid w:val="00EF48D7"/>
    <w:rsid w:val="00EF4AF3"/>
    <w:rsid w:val="00EF5245"/>
    <w:rsid w:val="00EF773A"/>
    <w:rsid w:val="00F010F4"/>
    <w:rsid w:val="00F02EF7"/>
    <w:rsid w:val="00F0316D"/>
    <w:rsid w:val="00F03238"/>
    <w:rsid w:val="00F05C5A"/>
    <w:rsid w:val="00F07B5F"/>
    <w:rsid w:val="00F111E7"/>
    <w:rsid w:val="00F112CA"/>
    <w:rsid w:val="00F1264A"/>
    <w:rsid w:val="00F138D8"/>
    <w:rsid w:val="00F1552B"/>
    <w:rsid w:val="00F16B9B"/>
    <w:rsid w:val="00F224D8"/>
    <w:rsid w:val="00F22E99"/>
    <w:rsid w:val="00F238A1"/>
    <w:rsid w:val="00F24981"/>
    <w:rsid w:val="00F2505F"/>
    <w:rsid w:val="00F252CC"/>
    <w:rsid w:val="00F3077E"/>
    <w:rsid w:val="00F3186E"/>
    <w:rsid w:val="00F32B9A"/>
    <w:rsid w:val="00F32E91"/>
    <w:rsid w:val="00F338A5"/>
    <w:rsid w:val="00F35BB6"/>
    <w:rsid w:val="00F40006"/>
    <w:rsid w:val="00F41F45"/>
    <w:rsid w:val="00F421C1"/>
    <w:rsid w:val="00F44396"/>
    <w:rsid w:val="00F47457"/>
    <w:rsid w:val="00F5269B"/>
    <w:rsid w:val="00F5464A"/>
    <w:rsid w:val="00F5720E"/>
    <w:rsid w:val="00F57316"/>
    <w:rsid w:val="00F57484"/>
    <w:rsid w:val="00F6002F"/>
    <w:rsid w:val="00F612E2"/>
    <w:rsid w:val="00F625AB"/>
    <w:rsid w:val="00F6618D"/>
    <w:rsid w:val="00F67BEB"/>
    <w:rsid w:val="00F71D60"/>
    <w:rsid w:val="00F7284C"/>
    <w:rsid w:val="00F72A0C"/>
    <w:rsid w:val="00F7556A"/>
    <w:rsid w:val="00F768CC"/>
    <w:rsid w:val="00F76B2A"/>
    <w:rsid w:val="00F77149"/>
    <w:rsid w:val="00F81D60"/>
    <w:rsid w:val="00F83900"/>
    <w:rsid w:val="00F8431E"/>
    <w:rsid w:val="00F84455"/>
    <w:rsid w:val="00F85948"/>
    <w:rsid w:val="00F90B1A"/>
    <w:rsid w:val="00F90FBC"/>
    <w:rsid w:val="00F931C8"/>
    <w:rsid w:val="00F95155"/>
    <w:rsid w:val="00F959C8"/>
    <w:rsid w:val="00F9608B"/>
    <w:rsid w:val="00FA0652"/>
    <w:rsid w:val="00FA08A4"/>
    <w:rsid w:val="00FA158C"/>
    <w:rsid w:val="00FA1EEB"/>
    <w:rsid w:val="00FA3C48"/>
    <w:rsid w:val="00FA5C85"/>
    <w:rsid w:val="00FA7978"/>
    <w:rsid w:val="00FB0963"/>
    <w:rsid w:val="00FB253B"/>
    <w:rsid w:val="00FB313B"/>
    <w:rsid w:val="00FC3954"/>
    <w:rsid w:val="00FD2967"/>
    <w:rsid w:val="00FD2A2B"/>
    <w:rsid w:val="00FD5873"/>
    <w:rsid w:val="00FE071C"/>
    <w:rsid w:val="00FE0F1D"/>
    <w:rsid w:val="00FE1111"/>
    <w:rsid w:val="00FE25D1"/>
    <w:rsid w:val="00FE3A33"/>
    <w:rsid w:val="00FE44BE"/>
    <w:rsid w:val="00FE52F4"/>
    <w:rsid w:val="00FE5E58"/>
    <w:rsid w:val="00FE765F"/>
    <w:rsid w:val="00FF10EF"/>
    <w:rsid w:val="00FF6288"/>
    <w:rsid w:val="00FF647B"/>
    <w:rsid w:val="00FF7E4F"/>
    <w:rsid w:val="02484602"/>
    <w:rsid w:val="025E13DD"/>
    <w:rsid w:val="036884D0"/>
    <w:rsid w:val="04071F75"/>
    <w:rsid w:val="05867F39"/>
    <w:rsid w:val="05C1FE12"/>
    <w:rsid w:val="085E17ED"/>
    <w:rsid w:val="0BC59546"/>
    <w:rsid w:val="0D83A9ED"/>
    <w:rsid w:val="0FC000EE"/>
    <w:rsid w:val="136B8CAD"/>
    <w:rsid w:val="14DF5538"/>
    <w:rsid w:val="1A5941CA"/>
    <w:rsid w:val="1B3A0B86"/>
    <w:rsid w:val="1DB215F2"/>
    <w:rsid w:val="1ED68B29"/>
    <w:rsid w:val="1F1315E4"/>
    <w:rsid w:val="20ECCE14"/>
    <w:rsid w:val="21DCC208"/>
    <w:rsid w:val="22B592ED"/>
    <w:rsid w:val="23CF4BBB"/>
    <w:rsid w:val="24021D1F"/>
    <w:rsid w:val="24E864C7"/>
    <w:rsid w:val="25FA7431"/>
    <w:rsid w:val="2A9329AF"/>
    <w:rsid w:val="2BB6E935"/>
    <w:rsid w:val="2BE04ADA"/>
    <w:rsid w:val="2C187158"/>
    <w:rsid w:val="2CCFE4CB"/>
    <w:rsid w:val="2D731C9A"/>
    <w:rsid w:val="2E0B9BE5"/>
    <w:rsid w:val="30317992"/>
    <w:rsid w:val="30D9EFAB"/>
    <w:rsid w:val="3314D138"/>
    <w:rsid w:val="3374443E"/>
    <w:rsid w:val="3543D8E2"/>
    <w:rsid w:val="393509CC"/>
    <w:rsid w:val="3B607399"/>
    <w:rsid w:val="3C7DDB45"/>
    <w:rsid w:val="41283168"/>
    <w:rsid w:val="4133EC69"/>
    <w:rsid w:val="42C220F2"/>
    <w:rsid w:val="435B3A28"/>
    <w:rsid w:val="46B8D0CA"/>
    <w:rsid w:val="47D7D99F"/>
    <w:rsid w:val="48B6DA94"/>
    <w:rsid w:val="49F03E66"/>
    <w:rsid w:val="4A8F6A73"/>
    <w:rsid w:val="4BB994FB"/>
    <w:rsid w:val="4BF09D70"/>
    <w:rsid w:val="4DAA23D9"/>
    <w:rsid w:val="4FA44172"/>
    <w:rsid w:val="51574BA3"/>
    <w:rsid w:val="52153816"/>
    <w:rsid w:val="5287A12D"/>
    <w:rsid w:val="53ACBA88"/>
    <w:rsid w:val="56F617B4"/>
    <w:rsid w:val="5CCEEFB9"/>
    <w:rsid w:val="5D0BCA0D"/>
    <w:rsid w:val="5E000C6B"/>
    <w:rsid w:val="5F1C9E44"/>
    <w:rsid w:val="5F204E5E"/>
    <w:rsid w:val="5F8D66DE"/>
    <w:rsid w:val="6033A261"/>
    <w:rsid w:val="60787EFC"/>
    <w:rsid w:val="61FE0BD0"/>
    <w:rsid w:val="62CEA164"/>
    <w:rsid w:val="6589AB2E"/>
    <w:rsid w:val="6649E381"/>
    <w:rsid w:val="6C6FBE97"/>
    <w:rsid w:val="6CB9D01B"/>
    <w:rsid w:val="6DE8641E"/>
    <w:rsid w:val="6E53B621"/>
    <w:rsid w:val="705C66ED"/>
    <w:rsid w:val="710586CC"/>
    <w:rsid w:val="735EF078"/>
    <w:rsid w:val="7569D215"/>
    <w:rsid w:val="78097E44"/>
    <w:rsid w:val="7ACD7BE9"/>
    <w:rsid w:val="7B2E4A4D"/>
    <w:rsid w:val="7BF0F0A7"/>
    <w:rsid w:val="7C482519"/>
    <w:rsid w:val="7EB7C22B"/>
    <w:rsid w:val="7ECB3966"/>
    <w:rsid w:val="7F5CA95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292BC"/>
  <w15:docId w15:val="{F717A8CD-0768-458B-BB77-3E67D63E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F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6F01"/>
  </w:style>
  <w:style w:type="paragraph" w:styleId="Footer">
    <w:name w:val="footer"/>
    <w:basedOn w:val="Normal"/>
    <w:link w:val="FooterChar"/>
    <w:uiPriority w:val="99"/>
    <w:unhideWhenUsed/>
    <w:rsid w:val="00CC6F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6F01"/>
  </w:style>
  <w:style w:type="character" w:styleId="Hyperlink">
    <w:name w:val="Hyperlink"/>
    <w:basedOn w:val="DefaultParagraphFont"/>
    <w:uiPriority w:val="99"/>
    <w:unhideWhenUsed/>
    <w:rsid w:val="00CC6F01"/>
    <w:rPr>
      <w:color w:val="0563C1" w:themeColor="hyperlink"/>
      <w:u w:val="single"/>
    </w:rPr>
  </w:style>
  <w:style w:type="paragraph" w:styleId="BalloonText">
    <w:name w:val="Balloon Text"/>
    <w:basedOn w:val="Normal"/>
    <w:link w:val="BalloonTextChar"/>
    <w:uiPriority w:val="99"/>
    <w:semiHidden/>
    <w:unhideWhenUsed/>
    <w:rsid w:val="00535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A99"/>
    <w:rPr>
      <w:rFonts w:ascii="Tahoma" w:hAnsi="Tahoma" w:cs="Tahoma"/>
      <w:sz w:val="16"/>
      <w:szCs w:val="16"/>
    </w:rPr>
  </w:style>
  <w:style w:type="paragraph" w:styleId="ListParagraph">
    <w:name w:val="List Paragraph"/>
    <w:basedOn w:val="Normal"/>
    <w:uiPriority w:val="34"/>
    <w:qFormat/>
    <w:rsid w:val="00823F4E"/>
    <w:pPr>
      <w:ind w:left="720"/>
      <w:contextualSpacing/>
    </w:pPr>
  </w:style>
  <w:style w:type="paragraph" w:styleId="Revision">
    <w:name w:val="Revision"/>
    <w:hidden/>
    <w:uiPriority w:val="99"/>
    <w:semiHidden/>
    <w:rsid w:val="00933913"/>
    <w:pPr>
      <w:spacing w:after="0" w:line="240" w:lineRule="auto"/>
    </w:pPr>
  </w:style>
  <w:style w:type="character" w:styleId="UnresolvedMention">
    <w:name w:val="Unresolved Mention"/>
    <w:basedOn w:val="DefaultParagraphFont"/>
    <w:uiPriority w:val="99"/>
    <w:semiHidden/>
    <w:unhideWhenUsed/>
    <w:rsid w:val="0043189E"/>
    <w:rPr>
      <w:color w:val="605E5C"/>
      <w:shd w:val="clear" w:color="auto" w:fill="E1DFDD"/>
    </w:rPr>
  </w:style>
  <w:style w:type="paragraph" w:customStyle="1" w:styleId="Loetelu">
    <w:name w:val="Loetelu"/>
    <w:basedOn w:val="BodyText"/>
    <w:uiPriority w:val="99"/>
    <w:rsid w:val="00C96F0F"/>
    <w:pPr>
      <w:numPr>
        <w:numId w:val="47"/>
      </w:numPr>
      <w:tabs>
        <w:tab w:val="num" w:pos="360"/>
      </w:tabs>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96F0F"/>
    <w:pPr>
      <w:spacing w:after="120"/>
    </w:pPr>
  </w:style>
  <w:style w:type="character" w:customStyle="1" w:styleId="BodyTextChar">
    <w:name w:val="Body Text Char"/>
    <w:basedOn w:val="DefaultParagraphFont"/>
    <w:link w:val="BodyText"/>
    <w:uiPriority w:val="99"/>
    <w:semiHidden/>
    <w:rsid w:val="00C96F0F"/>
  </w:style>
  <w:style w:type="character" w:styleId="FollowedHyperlink">
    <w:name w:val="FollowedHyperlink"/>
    <w:basedOn w:val="DefaultParagraphFont"/>
    <w:uiPriority w:val="99"/>
    <w:semiHidden/>
    <w:unhideWhenUsed/>
    <w:rsid w:val="00956C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99431">
      <w:bodyDiv w:val="1"/>
      <w:marLeft w:val="0"/>
      <w:marRight w:val="0"/>
      <w:marTop w:val="0"/>
      <w:marBottom w:val="0"/>
      <w:divBdr>
        <w:top w:val="none" w:sz="0" w:space="0" w:color="auto"/>
        <w:left w:val="none" w:sz="0" w:space="0" w:color="auto"/>
        <w:bottom w:val="none" w:sz="0" w:space="0" w:color="auto"/>
        <w:right w:val="none" w:sz="0" w:space="0" w:color="auto"/>
      </w:divBdr>
    </w:div>
    <w:div w:id="412508984">
      <w:bodyDiv w:val="1"/>
      <w:marLeft w:val="0"/>
      <w:marRight w:val="0"/>
      <w:marTop w:val="0"/>
      <w:marBottom w:val="0"/>
      <w:divBdr>
        <w:top w:val="none" w:sz="0" w:space="0" w:color="auto"/>
        <w:left w:val="none" w:sz="0" w:space="0" w:color="auto"/>
        <w:bottom w:val="none" w:sz="0" w:space="0" w:color="auto"/>
        <w:right w:val="none" w:sz="0" w:space="0" w:color="auto"/>
      </w:divBdr>
    </w:div>
    <w:div w:id="916398034">
      <w:bodyDiv w:val="1"/>
      <w:marLeft w:val="0"/>
      <w:marRight w:val="0"/>
      <w:marTop w:val="0"/>
      <w:marBottom w:val="0"/>
      <w:divBdr>
        <w:top w:val="none" w:sz="0" w:space="0" w:color="auto"/>
        <w:left w:val="none" w:sz="0" w:space="0" w:color="auto"/>
        <w:bottom w:val="none" w:sz="0" w:space="0" w:color="auto"/>
        <w:right w:val="none" w:sz="0" w:space="0" w:color="auto"/>
      </w:divBdr>
    </w:div>
    <w:div w:id="1104879255">
      <w:bodyDiv w:val="1"/>
      <w:marLeft w:val="0"/>
      <w:marRight w:val="0"/>
      <w:marTop w:val="0"/>
      <w:marBottom w:val="0"/>
      <w:divBdr>
        <w:top w:val="none" w:sz="0" w:space="0" w:color="auto"/>
        <w:left w:val="none" w:sz="0" w:space="0" w:color="auto"/>
        <w:bottom w:val="none" w:sz="0" w:space="0" w:color="auto"/>
        <w:right w:val="none" w:sz="0" w:space="0" w:color="auto"/>
      </w:divBdr>
      <w:divsChild>
        <w:div w:id="147287484">
          <w:marLeft w:val="0"/>
          <w:marRight w:val="0"/>
          <w:marTop w:val="0"/>
          <w:marBottom w:val="0"/>
          <w:divBdr>
            <w:top w:val="none" w:sz="0" w:space="0" w:color="auto"/>
            <w:left w:val="none" w:sz="0" w:space="0" w:color="auto"/>
            <w:bottom w:val="none" w:sz="0" w:space="0" w:color="auto"/>
            <w:right w:val="none" w:sz="0" w:space="0" w:color="auto"/>
          </w:divBdr>
        </w:div>
        <w:div w:id="1143695251">
          <w:marLeft w:val="0"/>
          <w:marRight w:val="0"/>
          <w:marTop w:val="0"/>
          <w:marBottom w:val="0"/>
          <w:divBdr>
            <w:top w:val="none" w:sz="0" w:space="0" w:color="auto"/>
            <w:left w:val="none" w:sz="0" w:space="0" w:color="auto"/>
            <w:bottom w:val="none" w:sz="0" w:space="0" w:color="auto"/>
            <w:right w:val="none" w:sz="0" w:space="0" w:color="auto"/>
          </w:divBdr>
        </w:div>
      </w:divsChild>
    </w:div>
    <w:div w:id="1269121368">
      <w:bodyDiv w:val="1"/>
      <w:marLeft w:val="0"/>
      <w:marRight w:val="0"/>
      <w:marTop w:val="0"/>
      <w:marBottom w:val="0"/>
      <w:divBdr>
        <w:top w:val="none" w:sz="0" w:space="0" w:color="auto"/>
        <w:left w:val="none" w:sz="0" w:space="0" w:color="auto"/>
        <w:bottom w:val="none" w:sz="0" w:space="0" w:color="auto"/>
        <w:right w:val="none" w:sz="0" w:space="0" w:color="auto"/>
      </w:divBdr>
    </w:div>
    <w:div w:id="1976519882">
      <w:bodyDiv w:val="1"/>
      <w:marLeft w:val="0"/>
      <w:marRight w:val="0"/>
      <w:marTop w:val="0"/>
      <w:marBottom w:val="0"/>
      <w:divBdr>
        <w:top w:val="none" w:sz="0" w:space="0" w:color="auto"/>
        <w:left w:val="none" w:sz="0" w:space="0" w:color="auto"/>
        <w:bottom w:val="none" w:sz="0" w:space="0" w:color="auto"/>
        <w:right w:val="none" w:sz="0" w:space="0" w:color="auto"/>
      </w:divBdr>
    </w:div>
    <w:div w:id="1992832337">
      <w:bodyDiv w:val="1"/>
      <w:marLeft w:val="0"/>
      <w:marRight w:val="0"/>
      <w:marTop w:val="0"/>
      <w:marBottom w:val="0"/>
      <w:divBdr>
        <w:top w:val="none" w:sz="0" w:space="0" w:color="auto"/>
        <w:left w:val="none" w:sz="0" w:space="0" w:color="auto"/>
        <w:bottom w:val="none" w:sz="0" w:space="0" w:color="auto"/>
        <w:right w:val="none" w:sz="0" w:space="0" w:color="auto"/>
      </w:divBdr>
      <w:divsChild>
        <w:div w:id="447311489">
          <w:marLeft w:val="0"/>
          <w:marRight w:val="0"/>
          <w:marTop w:val="0"/>
          <w:marBottom w:val="0"/>
          <w:divBdr>
            <w:top w:val="none" w:sz="0" w:space="0" w:color="auto"/>
            <w:left w:val="none" w:sz="0" w:space="0" w:color="auto"/>
            <w:bottom w:val="none" w:sz="0" w:space="0" w:color="auto"/>
            <w:right w:val="none" w:sz="0" w:space="0" w:color="auto"/>
          </w:divBdr>
        </w:div>
        <w:div w:id="1428771059">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imo@elvl.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emarii.hunt@elvl.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gela.saksing\KOV%20IT\ELVL%20Avalik%20-%20Dokumendid\AVALIK\ELVL%20kirjaplank%20ja%20&#252;ldplank%20ning%20milleks%20neid%20kasutada\ELVL%20kirjaplank%20-%20ametlikuks%20kirjavahetuseks-ELVL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2352CABD7EDA48982B37521C102FD6" ma:contentTypeVersion="18" ma:contentTypeDescription="Create a new document." ma:contentTypeScope="" ma:versionID="9390e97b0d48e3f860cba62a085b47a5">
  <xsd:schema xmlns:xsd="http://www.w3.org/2001/XMLSchema" xmlns:xs="http://www.w3.org/2001/XMLSchema" xmlns:p="http://schemas.microsoft.com/office/2006/metadata/properties" xmlns:ns2="34d80c5a-35b4-4c07-838f-593ef02517c6" xmlns:ns3="54f3c67f-5437-4d93-81f3-8d77c1af0d1c" targetNamespace="http://schemas.microsoft.com/office/2006/metadata/properties" ma:root="true" ma:fieldsID="7249dd3551af29053c700821aef09b1a" ns2:_="" ns3:_="">
    <xsd:import namespace="34d80c5a-35b4-4c07-838f-593ef02517c6"/>
    <xsd:import namespace="54f3c67f-5437-4d93-81f3-8d77c1af0d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d80c5a-35b4-4c07-838f-593ef0251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f3c67f-5437-4d93-81f3-8d77c1af0d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0f9a0d2-0cdd-4da7-8777-519198c49d9b}" ma:internalName="TaxCatchAll" ma:showField="CatchAllData" ma:web="54f3c67f-5437-4d93-81f3-8d77c1af0d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4d80c5a-35b4-4c07-838f-593ef02517c6">
      <Terms xmlns="http://schemas.microsoft.com/office/infopath/2007/PartnerControls"/>
    </lcf76f155ced4ddcb4097134ff3c332f>
    <TaxCatchAll xmlns="54f3c67f-5437-4d93-81f3-8d77c1af0d1c" xsi:nil="true"/>
  </documentManagement>
</p:properties>
</file>

<file path=customXml/itemProps1.xml><?xml version="1.0" encoding="utf-8"?>
<ds:datastoreItem xmlns:ds="http://schemas.openxmlformats.org/officeDocument/2006/customXml" ds:itemID="{754B9865-3371-46D8-A133-4836EA3F2975}">
  <ds:schemaRefs>
    <ds:schemaRef ds:uri="http://schemas.microsoft.com/sharepoint/v3/contenttype/forms"/>
  </ds:schemaRefs>
</ds:datastoreItem>
</file>

<file path=customXml/itemProps2.xml><?xml version="1.0" encoding="utf-8"?>
<ds:datastoreItem xmlns:ds="http://schemas.openxmlformats.org/officeDocument/2006/customXml" ds:itemID="{BD305941-D17E-4A9A-840E-6EC172EF6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d80c5a-35b4-4c07-838f-593ef02517c6"/>
    <ds:schemaRef ds:uri="54f3c67f-5437-4d93-81f3-8d77c1af0d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B521D-88CF-40B1-93B0-9AB2B09FDBCF}">
  <ds:schemaRefs>
    <ds:schemaRef ds:uri="http://schemas.openxmlformats.org/officeDocument/2006/bibliography"/>
  </ds:schemaRefs>
</ds:datastoreItem>
</file>

<file path=customXml/itemProps4.xml><?xml version="1.0" encoding="utf-8"?>
<ds:datastoreItem xmlns:ds="http://schemas.openxmlformats.org/officeDocument/2006/customXml" ds:itemID="{D98E2379-85F4-4CEA-A39B-21ABCB5D29AE}">
  <ds:schemaRefs>
    <ds:schemaRef ds:uri="http://schemas.microsoft.com/office/2006/metadata/properties"/>
    <ds:schemaRef ds:uri="http://schemas.microsoft.com/office/infopath/2007/PartnerControls"/>
    <ds:schemaRef ds:uri="34d80c5a-35b4-4c07-838f-593ef02517c6"/>
    <ds:schemaRef ds:uri="54f3c67f-5437-4d93-81f3-8d77c1af0d1c"/>
  </ds:schemaRefs>
</ds:datastoreItem>
</file>

<file path=docProps/app.xml><?xml version="1.0" encoding="utf-8"?>
<Properties xmlns="http://schemas.openxmlformats.org/officeDocument/2006/extended-properties" xmlns:vt="http://schemas.openxmlformats.org/officeDocument/2006/docPropsVTypes">
  <Template>ELVL kirjaplank - ametlikuks kirjavahetuseks-ELVL18.dotx</Template>
  <TotalTime>15</TotalTime>
  <Pages>3</Pages>
  <Words>1226</Words>
  <Characters>7113</Characters>
  <Application>Microsoft Office Word</Application>
  <DocSecurity>0</DocSecurity>
  <Lines>59</Lines>
  <Paragraphs>16</Paragraphs>
  <ScaleCrop>false</ScaleCrop>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R. Lippin</dc:creator>
  <cp:keywords>ELVL kiri</cp:keywords>
  <cp:lastModifiedBy>Kaimo Käärmann-Liive</cp:lastModifiedBy>
  <cp:revision>521</cp:revision>
  <cp:lastPrinted>2025-05-07T17:39:00Z</cp:lastPrinted>
  <dcterms:created xsi:type="dcterms:W3CDTF">2025-05-07T04:36:00Z</dcterms:created>
  <dcterms:modified xsi:type="dcterms:W3CDTF">2026-01-07T14:20:00Z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0x010100902352CABD7EDA48982B37521C102FD6</vt:lpwstr>
  </property>
  <property fmtid="{D5CDD505-2E9C-101B-9397-08002B2CF9AE}" pid="3" name="Order">
    <vt:r8>6200</vt:r8>
  </property>
  <property fmtid="{D5CDD505-2E9C-101B-9397-08002B2CF9AE}" pid="4" name="MediaServiceImageTags">
    <vt:lpwstr/>
  </property>
</Properties>
</file>